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408B4" w14:textId="77777777" w:rsidR="004066BF" w:rsidRPr="00EE69A8" w:rsidRDefault="004066BF" w:rsidP="004066BF">
      <w:pPr>
        <w:spacing w:line="240" w:lineRule="auto"/>
        <w:jc w:val="right"/>
        <w:rPr>
          <w:rFonts w:ascii="Corbel" w:hAnsi="Corbel"/>
          <w:bCs/>
          <w:i/>
        </w:rPr>
      </w:pPr>
      <w:r w:rsidRPr="00EE69A8">
        <w:rPr>
          <w:rFonts w:ascii="Corbel" w:hAnsi="Corbel"/>
          <w:b/>
          <w:bCs/>
        </w:rPr>
        <w:t xml:space="preserve">   </w:t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Cs/>
          <w:i/>
        </w:rPr>
        <w:t>Załącznik nr 1.5 do Zarządzenia Rektora UR  nr 12/2019</w:t>
      </w:r>
    </w:p>
    <w:p w14:paraId="72E8A8C0" w14:textId="77777777" w:rsidR="00573183" w:rsidRPr="00EE69A8" w:rsidRDefault="00573183" w:rsidP="002D3375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629EB24D" w14:textId="77777777" w:rsidR="0085747A" w:rsidRPr="00EE69A8" w:rsidRDefault="0085747A" w:rsidP="009C54AE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EE69A8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4F88644F" w14:textId="7FCB1540" w:rsidR="004066BF" w:rsidRPr="00EE69A8" w:rsidRDefault="004066BF" w:rsidP="004066B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69A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E69A8">
        <w:rPr>
          <w:rFonts w:ascii="Corbel" w:hAnsi="Corbel"/>
          <w:i/>
          <w:smallCaps/>
          <w:sz w:val="24"/>
          <w:szCs w:val="24"/>
        </w:rPr>
        <w:t>2020-2023</w:t>
      </w:r>
    </w:p>
    <w:p w14:paraId="3E7D1D31" w14:textId="77777777" w:rsidR="004066BF" w:rsidRPr="00EE69A8" w:rsidRDefault="004066BF" w:rsidP="004066B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9A8">
        <w:rPr>
          <w:rFonts w:ascii="Corbel" w:hAnsi="Corbel"/>
          <w:i/>
          <w:sz w:val="20"/>
          <w:szCs w:val="20"/>
        </w:rPr>
        <w:t>(skrajne daty</w:t>
      </w:r>
      <w:r w:rsidRPr="00EE69A8">
        <w:rPr>
          <w:rFonts w:ascii="Corbel" w:hAnsi="Corbel"/>
          <w:sz w:val="20"/>
          <w:szCs w:val="20"/>
        </w:rPr>
        <w:t>)</w:t>
      </w:r>
    </w:p>
    <w:p w14:paraId="1FD71A7A" w14:textId="77777777" w:rsidR="002B5931" w:rsidRPr="00EE69A8" w:rsidRDefault="00445970" w:rsidP="00EA4832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</w:p>
    <w:p w14:paraId="1A1F8FF7" w14:textId="448EC973" w:rsidR="00445970" w:rsidRPr="00EE69A8" w:rsidRDefault="00445970" w:rsidP="002B5931">
      <w:pPr>
        <w:spacing w:after="0" w:line="240" w:lineRule="exact"/>
        <w:ind w:left="3540" w:firstLine="708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>R</w:t>
      </w:r>
      <w:r w:rsidR="00AC2820" w:rsidRPr="00EE69A8">
        <w:rPr>
          <w:rFonts w:ascii="Corbel" w:hAnsi="Corbel" w:cs="Segoe UI"/>
          <w:sz w:val="20"/>
          <w:szCs w:val="20"/>
        </w:rPr>
        <w:t xml:space="preserve">ok </w:t>
      </w:r>
      <w:r w:rsidR="004B4A4D" w:rsidRPr="00EE69A8">
        <w:rPr>
          <w:rFonts w:ascii="Corbel" w:hAnsi="Corbel" w:cs="Segoe UI"/>
          <w:sz w:val="20"/>
          <w:szCs w:val="20"/>
        </w:rPr>
        <w:t>akademicki 2021</w:t>
      </w:r>
      <w:r w:rsidR="00AC2820" w:rsidRPr="00EE69A8">
        <w:rPr>
          <w:rFonts w:ascii="Corbel" w:hAnsi="Corbel" w:cs="Segoe UI"/>
          <w:sz w:val="20"/>
          <w:szCs w:val="20"/>
        </w:rPr>
        <w:t>/2022</w:t>
      </w:r>
    </w:p>
    <w:p w14:paraId="47E2C1CF" w14:textId="77777777" w:rsidR="0085747A" w:rsidRPr="00EE69A8" w:rsidRDefault="0085747A" w:rsidP="009C54AE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6131FC30" w14:textId="77777777" w:rsidR="0085747A" w:rsidRPr="00EE69A8" w:rsidRDefault="0071620A" w:rsidP="009C54AE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EE69A8">
        <w:rPr>
          <w:rFonts w:ascii="Corbel" w:hAnsi="Corbel" w:cs="Segoe UI"/>
          <w:szCs w:val="24"/>
        </w:rPr>
        <w:t xml:space="preserve">1. </w:t>
      </w:r>
      <w:r w:rsidR="0085747A" w:rsidRPr="00EE69A8">
        <w:rPr>
          <w:rFonts w:ascii="Corbel" w:hAnsi="Corbel" w:cs="Segoe UI"/>
          <w:szCs w:val="24"/>
        </w:rPr>
        <w:t xml:space="preserve">Podstawowe </w:t>
      </w:r>
      <w:r w:rsidR="00445970" w:rsidRPr="00EE69A8">
        <w:rPr>
          <w:rFonts w:ascii="Corbel" w:hAnsi="Corbel" w:cs="Segoe U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69A8" w14:paraId="03E59834" w14:textId="77777777" w:rsidTr="00B819C8">
        <w:tc>
          <w:tcPr>
            <w:tcW w:w="2694" w:type="dxa"/>
            <w:vAlign w:val="center"/>
          </w:tcPr>
          <w:p w14:paraId="55A49D0C" w14:textId="77777777" w:rsidR="0085747A" w:rsidRPr="00EE6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29A682" w14:textId="0422ACCD" w:rsidR="0085747A" w:rsidRPr="00EE69A8" w:rsidRDefault="004B4A4D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Zwalczanie przestępczości w cyberprzestrzeni</w:t>
            </w:r>
          </w:p>
        </w:tc>
      </w:tr>
      <w:tr w:rsidR="0085747A" w:rsidRPr="00EE69A8" w14:paraId="25D84588" w14:textId="77777777" w:rsidTr="00B819C8">
        <w:tc>
          <w:tcPr>
            <w:tcW w:w="2694" w:type="dxa"/>
            <w:vAlign w:val="center"/>
          </w:tcPr>
          <w:p w14:paraId="1A0CC79A" w14:textId="77777777" w:rsidR="0085747A" w:rsidRPr="00EE6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Kod przedmiotu</w:t>
            </w:r>
            <w:r w:rsidR="0085747A" w:rsidRPr="00EE69A8">
              <w:rPr>
                <w:rFonts w:ascii="Corbel" w:hAnsi="Corbel" w:cs="Segoe U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522813" w14:textId="47E25476" w:rsidR="0085747A" w:rsidRPr="00EE69A8" w:rsidRDefault="00F54AC9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BW45</w:t>
            </w:r>
          </w:p>
        </w:tc>
      </w:tr>
      <w:tr w:rsidR="0085747A" w:rsidRPr="00EE69A8" w14:paraId="1D18588D" w14:textId="77777777" w:rsidTr="00B819C8">
        <w:tc>
          <w:tcPr>
            <w:tcW w:w="2694" w:type="dxa"/>
            <w:vAlign w:val="center"/>
          </w:tcPr>
          <w:p w14:paraId="74F04A25" w14:textId="77777777" w:rsidR="0085747A" w:rsidRPr="00EE69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</w:t>
            </w:r>
            <w:r w:rsidR="00C05F44" w:rsidRPr="00EE69A8">
              <w:rPr>
                <w:rFonts w:ascii="Corbel" w:hAnsi="Corbel" w:cs="Segoe U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9622E" w14:textId="77777777" w:rsidR="0085747A" w:rsidRPr="00EE69A8" w:rsidRDefault="002B59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EE69A8" w14:paraId="050C1E5C" w14:textId="77777777" w:rsidTr="00B819C8">
        <w:tc>
          <w:tcPr>
            <w:tcW w:w="2694" w:type="dxa"/>
            <w:vAlign w:val="center"/>
          </w:tcPr>
          <w:p w14:paraId="4A09EAE5" w14:textId="77777777" w:rsidR="0085747A" w:rsidRPr="00EE6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852C94" w14:textId="4C647150" w:rsidR="0085747A" w:rsidRPr="00EE69A8" w:rsidRDefault="00F54AC9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0A100D" w:rsidRPr="00EE69A8" w14:paraId="28673E04" w14:textId="77777777" w:rsidTr="00B819C8">
        <w:tc>
          <w:tcPr>
            <w:tcW w:w="2694" w:type="dxa"/>
            <w:vAlign w:val="center"/>
          </w:tcPr>
          <w:p w14:paraId="3CF554D0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37B8B" w14:textId="77777777" w:rsidR="000A100D" w:rsidRPr="00EE69A8" w:rsidRDefault="000A100D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0A100D" w:rsidRPr="00EE69A8" w14:paraId="74644985" w14:textId="77777777" w:rsidTr="00B819C8">
        <w:tc>
          <w:tcPr>
            <w:tcW w:w="2694" w:type="dxa"/>
            <w:vAlign w:val="center"/>
          </w:tcPr>
          <w:p w14:paraId="1BC2F3FA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166D1A" w14:textId="5CA3C9FA" w:rsidR="000A100D" w:rsidRPr="00EE69A8" w:rsidRDefault="002950CE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="000A100D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="000A100D" w:rsidRPr="00EE69A8" w14:paraId="279024F4" w14:textId="77777777" w:rsidTr="00B819C8">
        <w:tc>
          <w:tcPr>
            <w:tcW w:w="2694" w:type="dxa"/>
            <w:vAlign w:val="center"/>
          </w:tcPr>
          <w:p w14:paraId="466573AB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1346CE" w14:textId="75B1905C" w:rsidR="000A100D" w:rsidRPr="00EE69A8" w:rsidRDefault="002950CE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="000A100D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0A100D" w:rsidRPr="00EE69A8" w14:paraId="6AF0F050" w14:textId="77777777" w:rsidTr="00B819C8">
        <w:tc>
          <w:tcPr>
            <w:tcW w:w="2694" w:type="dxa"/>
            <w:vAlign w:val="center"/>
          </w:tcPr>
          <w:p w14:paraId="5FE66F7E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502039" w14:textId="550A4CE0" w:rsidR="000A100D" w:rsidRPr="00EE69A8" w:rsidRDefault="002950CE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="000A100D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A100D" w:rsidRPr="00EE69A8" w14:paraId="0D571B97" w14:textId="77777777" w:rsidTr="00B819C8">
        <w:tc>
          <w:tcPr>
            <w:tcW w:w="2694" w:type="dxa"/>
            <w:vAlign w:val="center"/>
          </w:tcPr>
          <w:p w14:paraId="38402373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9CCC52" w14:textId="75AE27AE" w:rsidR="000A100D" w:rsidRPr="00EE69A8" w:rsidRDefault="002950CE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="000A100D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ok II, </w:t>
            </w:r>
            <w:r w:rsidR="00BB1DFC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0A100D" w:rsidRPr="00EE69A8" w14:paraId="0DE79038" w14:textId="77777777" w:rsidTr="00B819C8">
        <w:tc>
          <w:tcPr>
            <w:tcW w:w="2694" w:type="dxa"/>
            <w:vAlign w:val="center"/>
          </w:tcPr>
          <w:p w14:paraId="61CA335D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2169E1" w14:textId="16D47D55" w:rsidR="000A100D" w:rsidRPr="00EE69A8" w:rsidRDefault="002950CE" w:rsidP="00C3035E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0A100D" w:rsidRPr="00EE69A8" w14:paraId="75B304AC" w14:textId="77777777" w:rsidTr="00B819C8">
        <w:tc>
          <w:tcPr>
            <w:tcW w:w="2694" w:type="dxa"/>
            <w:vAlign w:val="center"/>
          </w:tcPr>
          <w:p w14:paraId="07945FA8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6630E" w14:textId="77777777" w:rsidR="000A100D" w:rsidRPr="00EE69A8" w:rsidRDefault="000A100D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A100D" w:rsidRPr="00EE69A8" w14:paraId="6D32AD8F" w14:textId="77777777" w:rsidTr="00B819C8">
        <w:tc>
          <w:tcPr>
            <w:tcW w:w="2694" w:type="dxa"/>
            <w:vAlign w:val="center"/>
          </w:tcPr>
          <w:p w14:paraId="6FC72C99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06DBFF" w14:textId="70D8DF1F" w:rsidR="000A100D" w:rsidRPr="00EE69A8" w:rsidRDefault="004B4A4D" w:rsidP="002950C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  <w:tr w:rsidR="000A100D" w:rsidRPr="00EE69A8" w14:paraId="1A604ED9" w14:textId="77777777" w:rsidTr="00B819C8">
        <w:tc>
          <w:tcPr>
            <w:tcW w:w="2694" w:type="dxa"/>
            <w:vAlign w:val="center"/>
          </w:tcPr>
          <w:p w14:paraId="4C3944AE" w14:textId="77777777" w:rsidR="000A100D" w:rsidRPr="00EE69A8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C9942" w14:textId="4AF49FC6" w:rsidR="000A100D" w:rsidRPr="00EE69A8" w:rsidRDefault="004B4A4D" w:rsidP="002950C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</w:tbl>
    <w:p w14:paraId="7BBD9473" w14:textId="445BE58D" w:rsidR="0085747A" w:rsidRPr="00EE6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* </w:t>
      </w:r>
      <w:r w:rsidRPr="00EE69A8">
        <w:rPr>
          <w:rFonts w:ascii="Corbel" w:hAnsi="Corbel" w:cs="Segoe UI"/>
          <w:i/>
          <w:sz w:val="24"/>
          <w:szCs w:val="24"/>
        </w:rPr>
        <w:t>-</w:t>
      </w:r>
      <w:r w:rsidR="00B90885" w:rsidRPr="00EE69A8">
        <w:rPr>
          <w:rFonts w:ascii="Corbel" w:hAnsi="Corbel" w:cs="Segoe UI"/>
          <w:b w:val="0"/>
          <w:i/>
          <w:sz w:val="24"/>
          <w:szCs w:val="24"/>
        </w:rPr>
        <w:t>opcjonalni</w:t>
      </w:r>
      <w:r w:rsidR="00B90885" w:rsidRPr="00EE69A8">
        <w:rPr>
          <w:rFonts w:ascii="Corbel" w:hAnsi="Corbel" w:cs="Segoe UI"/>
          <w:b w:val="0"/>
          <w:sz w:val="24"/>
          <w:szCs w:val="24"/>
        </w:rPr>
        <w:t>e,</w:t>
      </w:r>
      <w:r w:rsidR="00F54AC9" w:rsidRPr="00EE69A8">
        <w:rPr>
          <w:rFonts w:ascii="Corbel" w:hAnsi="Corbel" w:cs="Segoe UI"/>
          <w:b w:val="0"/>
          <w:sz w:val="24"/>
          <w:szCs w:val="24"/>
        </w:rPr>
        <w:t xml:space="preserve"> </w:t>
      </w:r>
      <w:r w:rsidRPr="00EE69A8">
        <w:rPr>
          <w:rFonts w:ascii="Corbel" w:hAnsi="Corbel" w:cs="Segoe UI"/>
          <w:b w:val="0"/>
          <w:i/>
          <w:sz w:val="24"/>
          <w:szCs w:val="24"/>
        </w:rPr>
        <w:t xml:space="preserve">zgodnie z ustaleniami </w:t>
      </w:r>
      <w:r w:rsidR="00B90885" w:rsidRPr="00EE69A8">
        <w:rPr>
          <w:rFonts w:ascii="Corbel" w:hAnsi="Corbel" w:cs="Segoe UI"/>
          <w:b w:val="0"/>
          <w:i/>
          <w:sz w:val="24"/>
          <w:szCs w:val="24"/>
        </w:rPr>
        <w:t>w Jednostce</w:t>
      </w:r>
    </w:p>
    <w:p w14:paraId="32F4F3C4" w14:textId="77777777" w:rsidR="00923D7D" w:rsidRPr="00EE69A8" w:rsidRDefault="00923D7D" w:rsidP="009C54AE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7A3886EF" w14:textId="77777777" w:rsidR="0085747A" w:rsidRPr="00EE69A8" w:rsidRDefault="0085747A" w:rsidP="009C54AE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1.</w:t>
      </w:r>
      <w:r w:rsidR="00E22FBC" w:rsidRPr="00EE69A8">
        <w:rPr>
          <w:rFonts w:ascii="Corbel" w:hAnsi="Corbel" w:cs="Segoe UI"/>
          <w:sz w:val="24"/>
          <w:szCs w:val="24"/>
        </w:rPr>
        <w:t>1</w:t>
      </w:r>
      <w:r w:rsidRPr="00EE69A8">
        <w:rPr>
          <w:rFonts w:ascii="Corbel" w:hAnsi="Corbel" w:cs="Segoe UI"/>
          <w:sz w:val="24"/>
          <w:szCs w:val="24"/>
        </w:rPr>
        <w:t>.</w:t>
      </w:r>
      <w:r w:rsidR="00573183" w:rsidRPr="00EE69A8">
        <w:rPr>
          <w:rFonts w:ascii="Corbel" w:hAnsi="Corbel" w:cs="Segoe UI"/>
          <w:sz w:val="24"/>
          <w:szCs w:val="24"/>
        </w:rPr>
        <w:t xml:space="preserve"> </w:t>
      </w:r>
      <w:r w:rsidRPr="00EE69A8">
        <w:rPr>
          <w:rFonts w:ascii="Corbel" w:hAnsi="Corbel" w:cs="Segoe UI"/>
          <w:sz w:val="24"/>
          <w:szCs w:val="24"/>
        </w:rPr>
        <w:t xml:space="preserve">Formy zajęć dydaktycznych, wymiar godzin i punktów ECTS </w:t>
      </w:r>
    </w:p>
    <w:p w14:paraId="659D6BC5" w14:textId="77777777" w:rsidR="00923D7D" w:rsidRPr="00EE69A8" w:rsidRDefault="00923D7D" w:rsidP="009C54AE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69A8" w14:paraId="30B2DA2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4299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Semestr</w:t>
            </w:r>
          </w:p>
          <w:p w14:paraId="19D3E637" w14:textId="77777777" w:rsidR="00015B8F" w:rsidRPr="00EE6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(</w:t>
            </w:r>
            <w:r w:rsidR="00363F78" w:rsidRPr="00EE69A8">
              <w:rPr>
                <w:rFonts w:ascii="Corbel" w:hAnsi="Corbel" w:cs="Segoe U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7E68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3EFC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3645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BE0C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A90E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37A1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0882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4814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13D6" w14:textId="77777777" w:rsidR="00015B8F" w:rsidRPr="00EE6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EE69A8">
              <w:rPr>
                <w:rFonts w:ascii="Corbel" w:hAnsi="Corbel" w:cs="Segoe UI"/>
                <w:b/>
                <w:szCs w:val="24"/>
              </w:rPr>
              <w:t>Liczba pkt</w:t>
            </w:r>
            <w:r w:rsidR="00B90885" w:rsidRPr="00EE69A8">
              <w:rPr>
                <w:rFonts w:ascii="Corbel" w:hAnsi="Corbel" w:cs="Segoe UI"/>
                <w:b/>
                <w:szCs w:val="24"/>
              </w:rPr>
              <w:t>.</w:t>
            </w:r>
            <w:r w:rsidRPr="00EE69A8">
              <w:rPr>
                <w:rFonts w:ascii="Corbel" w:hAnsi="Corbel" w:cs="Segoe UI"/>
                <w:b/>
                <w:szCs w:val="24"/>
              </w:rPr>
              <w:t xml:space="preserve"> ECTS</w:t>
            </w:r>
          </w:p>
        </w:tc>
      </w:tr>
      <w:tr w:rsidR="00015B8F" w:rsidRPr="00EE69A8" w14:paraId="121BA7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C2BD" w14:textId="496BF13C" w:rsidR="00015B8F" w:rsidRPr="00EE69A8" w:rsidRDefault="003F538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</w:t>
            </w:r>
            <w:r w:rsidR="000A100D" w:rsidRPr="00EE69A8">
              <w:rPr>
                <w:rFonts w:ascii="Corbel" w:hAnsi="Corbel" w:cs="Segoe UI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ABD2" w14:textId="610382B7" w:rsidR="00015B8F" w:rsidRPr="00EE69A8" w:rsidRDefault="00015B8F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64FD" w14:textId="5EBA9287" w:rsidR="00015B8F" w:rsidRPr="00EE69A8" w:rsidRDefault="00015B8F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259D" w14:textId="123DD169" w:rsidR="00015B8F" w:rsidRPr="00EE69A8" w:rsidRDefault="00F54AC9" w:rsidP="00F54AC9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BA7F" w14:textId="36941C09" w:rsidR="00015B8F" w:rsidRPr="00EE69A8" w:rsidRDefault="00015B8F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7865" w14:textId="6B045AAF" w:rsidR="00015B8F" w:rsidRPr="00EE69A8" w:rsidRDefault="00015B8F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A7DD" w14:textId="2117EE7A" w:rsidR="00015B8F" w:rsidRPr="00EE69A8" w:rsidRDefault="00015B8F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95C9" w14:textId="2E247E63" w:rsidR="00015B8F" w:rsidRPr="00EE69A8" w:rsidRDefault="00015B8F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2B50" w14:textId="49115B0E" w:rsidR="00015B8F" w:rsidRPr="00EE69A8" w:rsidRDefault="00015B8F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A077" w14:textId="689755CD" w:rsidR="00015B8F" w:rsidRPr="00EE69A8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  <w:tr w:rsidR="00EE69A8" w:rsidRPr="00EE69A8" w14:paraId="330803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D549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321A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EE74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BE44" w14:textId="77777777" w:rsidR="00EE69A8" w:rsidRPr="00EE69A8" w:rsidRDefault="00EE69A8" w:rsidP="00F54AC9">
            <w:pPr>
              <w:pStyle w:val="centralniewrubryce"/>
              <w:spacing w:before="0" w:after="0"/>
              <w:rPr>
                <w:rFonts w:ascii="Corbel" w:hAnsi="Corbel" w:cs="Segoe U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26A6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005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2EC2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9223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EB08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7317" w14:textId="77777777" w:rsidR="00EE69A8" w:rsidRPr="00EE69A8" w:rsidRDefault="00EE69A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</w:tr>
    </w:tbl>
    <w:p w14:paraId="49EA7C03" w14:textId="77777777" w:rsidR="00923D7D" w:rsidRPr="00EE69A8" w:rsidRDefault="00923D7D" w:rsidP="009C54AE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13BDAB15" w14:textId="77777777" w:rsidR="0085747A" w:rsidRPr="00EE6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1.</w:t>
      </w:r>
      <w:r w:rsidR="00E22FBC" w:rsidRPr="00EE69A8">
        <w:rPr>
          <w:rFonts w:ascii="Corbel" w:hAnsi="Corbel" w:cs="Segoe UI"/>
          <w:smallCaps w:val="0"/>
          <w:szCs w:val="24"/>
        </w:rPr>
        <w:t>2</w:t>
      </w:r>
      <w:r w:rsidR="00F83B28" w:rsidRPr="00EE69A8">
        <w:rPr>
          <w:rFonts w:ascii="Corbel" w:hAnsi="Corbel" w:cs="Segoe UI"/>
          <w:smallCaps w:val="0"/>
          <w:szCs w:val="24"/>
        </w:rPr>
        <w:t>.</w:t>
      </w:r>
      <w:r w:rsidR="00F83B28" w:rsidRPr="00EE69A8">
        <w:rPr>
          <w:rFonts w:ascii="Corbel" w:hAnsi="Corbel" w:cs="Segoe UI"/>
          <w:smallCaps w:val="0"/>
          <w:szCs w:val="24"/>
        </w:rPr>
        <w:tab/>
      </w:r>
      <w:r w:rsidRPr="00EE69A8">
        <w:rPr>
          <w:rFonts w:ascii="Corbel" w:hAnsi="Corbel" w:cs="Segoe UI"/>
          <w:smallCaps w:val="0"/>
          <w:szCs w:val="24"/>
        </w:rPr>
        <w:t xml:space="preserve">Sposób realizacji zajęć  </w:t>
      </w:r>
    </w:p>
    <w:p w14:paraId="6E590A16" w14:textId="77777777" w:rsidR="0085747A" w:rsidRPr="00EE69A8" w:rsidRDefault="000A100D" w:rsidP="00F83B28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eastAsia="MS Gothic" w:hAnsi="Corbel" w:cs="Segoe UI"/>
          <w:b w:val="0"/>
          <w:szCs w:val="24"/>
        </w:rPr>
        <w:t>x</w:t>
      </w:r>
      <w:r w:rsidR="0085747A" w:rsidRPr="00EE69A8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68E4D671" w14:textId="406AC041" w:rsidR="00F54AC9" w:rsidRPr="00EE69A8" w:rsidRDefault="0085747A" w:rsidP="00F54AC9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Segoe UI Symbol" w:eastAsia="MS Gothic" w:hAnsi="Segoe UI Symbol" w:cs="Segoe UI Symbol"/>
          <w:b w:val="0"/>
          <w:szCs w:val="24"/>
        </w:rPr>
        <w:t>☐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</w:t>
      </w:r>
      <w:r w:rsidR="00056B65" w:rsidRPr="00EE69A8">
        <w:rPr>
          <w:rFonts w:ascii="Corbel" w:hAnsi="Corbel" w:cs="Segoe UI"/>
          <w:b w:val="0"/>
          <w:smallCaps w:val="0"/>
          <w:szCs w:val="24"/>
        </w:rPr>
        <w:t xml:space="preserve"> </w:t>
      </w:r>
    </w:p>
    <w:p w14:paraId="2F007615" w14:textId="77777777" w:rsidR="0085747A" w:rsidRPr="00EE69A8" w:rsidRDefault="0085747A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3FBED3F4" w14:textId="6A857968" w:rsidR="009C54AE" w:rsidRPr="00EE69A8" w:rsidRDefault="00573183" w:rsidP="006706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1.3. </w:t>
      </w:r>
      <w:r w:rsidR="00E22FBC" w:rsidRPr="00EE69A8">
        <w:rPr>
          <w:rFonts w:ascii="Corbel" w:hAnsi="Corbel" w:cs="Segoe UI"/>
          <w:smallCaps w:val="0"/>
          <w:szCs w:val="24"/>
        </w:rPr>
        <w:t>For</w:t>
      </w:r>
      <w:r w:rsidR="00445970" w:rsidRPr="00EE69A8">
        <w:rPr>
          <w:rFonts w:ascii="Corbel" w:hAnsi="Corbel" w:cs="Segoe UI"/>
          <w:smallCaps w:val="0"/>
          <w:szCs w:val="24"/>
        </w:rPr>
        <w:t xml:space="preserve">ma zaliczenia przedmiotu </w:t>
      </w:r>
      <w:r w:rsidR="00EE69A8" w:rsidRPr="00EE69A8">
        <w:rPr>
          <w:rFonts w:ascii="Corbel" w:hAnsi="Corbel"/>
          <w:smallCaps w:val="0"/>
          <w:szCs w:val="24"/>
        </w:rPr>
        <w:t xml:space="preserve">(z toku) </w:t>
      </w:r>
      <w:r w:rsidR="00EE69A8" w:rsidRPr="00EE69A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E22FBC" w:rsidRPr="00EE69A8">
        <w:rPr>
          <w:rFonts w:ascii="Corbel" w:hAnsi="Corbel" w:cs="Segoe UI"/>
          <w:smallCaps w:val="0"/>
          <w:szCs w:val="24"/>
        </w:rPr>
        <w:t xml:space="preserve"> </w:t>
      </w:r>
    </w:p>
    <w:p w14:paraId="16D606B1" w14:textId="77777777" w:rsidR="00A829DA" w:rsidRPr="00EE69A8" w:rsidRDefault="00A829D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EE69A8">
        <w:rPr>
          <w:rFonts w:ascii="Corbel" w:hAnsi="Corbel" w:cs="Segoe UI"/>
          <w:b w:val="0"/>
          <w:szCs w:val="24"/>
        </w:rPr>
        <w:tab/>
      </w:r>
      <w:r w:rsidRPr="00EE69A8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2087EBFC" w14:textId="77777777" w:rsidR="000A100D" w:rsidRPr="00EE69A8" w:rsidRDefault="000A100D" w:rsidP="009C54AE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1974D55A" w14:textId="77777777" w:rsidR="00E960BB" w:rsidRPr="00EE69A8" w:rsidRDefault="0085747A" w:rsidP="009C54AE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>2.</w:t>
      </w:r>
      <w:r w:rsidR="00573183" w:rsidRPr="00EE69A8">
        <w:rPr>
          <w:rFonts w:ascii="Corbel" w:hAnsi="Corbel" w:cs="Segoe UI"/>
          <w:szCs w:val="24"/>
        </w:rPr>
        <w:t xml:space="preserve"> </w:t>
      </w:r>
      <w:r w:rsidRPr="00EE69A8">
        <w:rPr>
          <w:rFonts w:ascii="Corbel" w:hAnsi="Corbel" w:cs="Segoe UI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69A8" w14:paraId="2DED47E5" w14:textId="77777777" w:rsidTr="00745302">
        <w:tc>
          <w:tcPr>
            <w:tcW w:w="9670" w:type="dxa"/>
          </w:tcPr>
          <w:p w14:paraId="32299704" w14:textId="77777777" w:rsidR="0085747A" w:rsidRPr="00EE69A8" w:rsidRDefault="000A100D" w:rsidP="009C54AE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lastRenderedPageBreak/>
              <w:t>brak</w:t>
            </w:r>
          </w:p>
          <w:p w14:paraId="00934C93" w14:textId="77777777" w:rsidR="0085747A" w:rsidRPr="00EE69A8" w:rsidRDefault="0085747A" w:rsidP="009C54AE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EBE148" w14:textId="77777777" w:rsidR="00153C41" w:rsidRPr="00EE69A8" w:rsidRDefault="00153C41" w:rsidP="009C54AE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E2E31E7" w14:textId="4DFB13E5" w:rsidR="0085747A" w:rsidRPr="00EE69A8" w:rsidRDefault="0071620A" w:rsidP="009C54AE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>3.</w:t>
      </w:r>
      <w:r w:rsidR="00573183" w:rsidRPr="00EE69A8">
        <w:rPr>
          <w:rFonts w:ascii="Corbel" w:hAnsi="Corbel" w:cs="Segoe UI"/>
          <w:szCs w:val="24"/>
        </w:rPr>
        <w:t xml:space="preserve"> </w:t>
      </w:r>
      <w:r w:rsidR="00A84C85" w:rsidRPr="00EE69A8">
        <w:rPr>
          <w:rFonts w:ascii="Corbel" w:hAnsi="Corbel" w:cs="Segoe UI"/>
          <w:sz w:val="22"/>
        </w:rPr>
        <w:t xml:space="preserve">cele, efekty uczenia </w:t>
      </w:r>
      <w:r w:rsidR="0085747A" w:rsidRPr="00EE69A8">
        <w:rPr>
          <w:rFonts w:ascii="Corbel" w:hAnsi="Corbel" w:cs="Segoe UI"/>
          <w:sz w:val="22"/>
        </w:rPr>
        <w:t>treści Programowe i stosowane metody Dydaktyczne</w:t>
      </w:r>
    </w:p>
    <w:p w14:paraId="3D3D4998" w14:textId="77777777" w:rsidR="0085747A" w:rsidRPr="00EE69A8" w:rsidRDefault="0085747A" w:rsidP="009C54AE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733D16CF" w14:textId="77777777" w:rsidR="0085747A" w:rsidRPr="00EE69A8" w:rsidRDefault="0071620A" w:rsidP="009C54AE">
      <w:pPr>
        <w:pStyle w:val="Podpunkty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3.1</w:t>
      </w:r>
      <w:r w:rsidR="00573183" w:rsidRPr="00EE69A8">
        <w:rPr>
          <w:rFonts w:ascii="Corbel" w:hAnsi="Corbel" w:cs="Segoe UI"/>
          <w:sz w:val="24"/>
          <w:szCs w:val="24"/>
        </w:rPr>
        <w:t>.</w:t>
      </w:r>
      <w:r w:rsidRPr="00EE69A8">
        <w:rPr>
          <w:rFonts w:ascii="Corbel" w:hAnsi="Corbel" w:cs="Segoe UI"/>
          <w:sz w:val="24"/>
          <w:szCs w:val="24"/>
        </w:rPr>
        <w:t xml:space="preserve"> </w:t>
      </w:r>
      <w:r w:rsidR="00C05F44" w:rsidRPr="00EE69A8">
        <w:rPr>
          <w:rFonts w:ascii="Corbel" w:hAnsi="Corbel" w:cs="Segoe UI"/>
          <w:sz w:val="24"/>
          <w:szCs w:val="24"/>
        </w:rPr>
        <w:t>Cele przedmiotu</w:t>
      </w:r>
    </w:p>
    <w:p w14:paraId="09A0E968" w14:textId="77777777" w:rsidR="00F83B28" w:rsidRPr="00EE69A8" w:rsidRDefault="00F83B28" w:rsidP="009C54AE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F5CA8" w14:paraId="7A6F0E66" w14:textId="77777777" w:rsidTr="00923D7D">
        <w:tc>
          <w:tcPr>
            <w:tcW w:w="851" w:type="dxa"/>
            <w:vAlign w:val="center"/>
          </w:tcPr>
          <w:p w14:paraId="7D26E4F6" w14:textId="77777777" w:rsidR="0085747A" w:rsidRPr="00DF5C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ABBAF" w14:textId="420E651F" w:rsidR="0085747A" w:rsidRPr="00DF5CA8" w:rsidRDefault="006E7429" w:rsidP="0011643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 xml:space="preserve">Wprowadzenie podstawowych pojęć związanych z </w:t>
            </w:r>
            <w:proofErr w:type="spellStart"/>
            <w:r w:rsidRPr="00DF5CA8">
              <w:rPr>
                <w:rFonts w:ascii="Corbel" w:hAnsi="Corbel" w:cs="Segoe UI"/>
                <w:sz w:val="24"/>
                <w:szCs w:val="24"/>
              </w:rPr>
              <w:t>cyberbezpieczeństwem</w:t>
            </w:r>
            <w:proofErr w:type="spellEnd"/>
            <w:r w:rsidRPr="00DF5CA8">
              <w:rPr>
                <w:rFonts w:ascii="Corbel" w:hAnsi="Corbel" w:cs="Segoe UI"/>
                <w:sz w:val="24"/>
                <w:szCs w:val="24"/>
              </w:rPr>
              <w:t>. Zapoznanie z zagrożeniami płynącymi z użytkowania sieci Internet, systemów informacyjnych oraz aplikacji. Przyswojenie wiedzy na temat polskich i europejskich regulacji prawnych w zakresie ochrony cyberprzestrzeni, a także poznanie podstawowych metod</w:t>
            </w:r>
            <w:r w:rsidR="00BB1DFC" w:rsidRPr="00DF5CA8">
              <w:rPr>
                <w:rFonts w:ascii="Corbel" w:hAnsi="Corbel" w:cs="Segoe UI"/>
                <w:sz w:val="24"/>
                <w:szCs w:val="24"/>
              </w:rPr>
              <w:t xml:space="preserve"> rozpoznania i analizy zagrożeń oraz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 zwalczania przestępczości cybernetycznej.</w:t>
            </w:r>
          </w:p>
        </w:tc>
      </w:tr>
      <w:tr w:rsidR="0085747A" w:rsidRPr="00DF5CA8" w14:paraId="7950F7DA" w14:textId="77777777" w:rsidTr="00923D7D">
        <w:tc>
          <w:tcPr>
            <w:tcW w:w="851" w:type="dxa"/>
            <w:vAlign w:val="center"/>
          </w:tcPr>
          <w:p w14:paraId="1188597E" w14:textId="77777777" w:rsidR="0085747A" w:rsidRPr="00DF5CA8" w:rsidRDefault="000A10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6DDE2C2" w14:textId="353B6F4F" w:rsidR="0085747A" w:rsidRPr="00DF5CA8" w:rsidRDefault="00F32F26" w:rsidP="0011643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>Wykorzystanie wspomnianej wiedzy jako narzędzia pozwalającego na dokonanie samodzielnej analizy</w:t>
            </w:r>
            <w:r w:rsidR="007D2321"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 zagrożeń w </w:t>
            </w:r>
            <w:r w:rsidR="00116436" w:rsidRPr="00DF5CA8">
              <w:rPr>
                <w:rFonts w:ascii="Corbel" w:hAnsi="Corbel" w:cs="Segoe UI"/>
                <w:b w:val="0"/>
                <w:sz w:val="24"/>
                <w:szCs w:val="24"/>
              </w:rPr>
              <w:t>cyberprzestrzeni oraz</w:t>
            </w: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 formułowania wniosków w odniesieniu do różnorodnych aspektów </w:t>
            </w:r>
            <w:r w:rsidR="007D2321" w:rsidRPr="00DF5CA8">
              <w:rPr>
                <w:rFonts w:ascii="Corbel" w:hAnsi="Corbel" w:cs="Segoe UI"/>
                <w:b w:val="0"/>
                <w:sz w:val="24"/>
                <w:szCs w:val="24"/>
              </w:rPr>
              <w:t>bezpieczeństwa w sieci Internet, w tym w zakresie usług publicznych.</w:t>
            </w:r>
          </w:p>
        </w:tc>
      </w:tr>
    </w:tbl>
    <w:p w14:paraId="32415C0F" w14:textId="77777777" w:rsidR="0085747A" w:rsidRPr="00EE69A8" w:rsidRDefault="0085747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10757AA7" w14:textId="77777777" w:rsidR="001D7B54" w:rsidRPr="00EE69A8" w:rsidRDefault="009F4610" w:rsidP="009C54AE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3.2</w:t>
      </w:r>
      <w:r w:rsidR="00573183" w:rsidRPr="00EE69A8">
        <w:rPr>
          <w:rFonts w:ascii="Corbel" w:hAnsi="Corbel" w:cs="Segoe UI"/>
          <w:b/>
          <w:sz w:val="24"/>
          <w:szCs w:val="24"/>
        </w:rPr>
        <w:t>.</w:t>
      </w:r>
      <w:r w:rsidRPr="00EE69A8">
        <w:rPr>
          <w:rFonts w:ascii="Corbel" w:hAnsi="Corbel" w:cs="Segoe UI"/>
          <w:b/>
          <w:sz w:val="24"/>
          <w:szCs w:val="24"/>
        </w:rPr>
        <w:t xml:space="preserve"> </w:t>
      </w:r>
      <w:r w:rsidR="001D7B54" w:rsidRPr="00EE69A8">
        <w:rPr>
          <w:rFonts w:ascii="Corbel" w:hAnsi="Corbel" w:cs="Segoe UI"/>
          <w:b/>
          <w:sz w:val="24"/>
          <w:szCs w:val="24"/>
        </w:rPr>
        <w:t xml:space="preserve">Efekty </w:t>
      </w:r>
      <w:r w:rsidR="00C05F44" w:rsidRPr="00EE69A8">
        <w:rPr>
          <w:rFonts w:ascii="Corbel" w:hAnsi="Corbel" w:cs="Segoe UI"/>
          <w:b/>
          <w:sz w:val="24"/>
          <w:szCs w:val="24"/>
        </w:rPr>
        <w:t xml:space="preserve">uczenia się </w:t>
      </w:r>
      <w:r w:rsidR="001D7B54" w:rsidRPr="00EE69A8">
        <w:rPr>
          <w:rFonts w:ascii="Corbel" w:hAnsi="Corbel" w:cs="Segoe UI"/>
          <w:b/>
          <w:sz w:val="24"/>
          <w:szCs w:val="24"/>
        </w:rPr>
        <w:t>dla przedmiotu</w:t>
      </w:r>
    </w:p>
    <w:p w14:paraId="05EF0BEC" w14:textId="77777777" w:rsidR="001D7B54" w:rsidRPr="00EE69A8" w:rsidRDefault="001D7B54" w:rsidP="009C54AE">
      <w:pPr>
        <w:spacing w:after="0"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DF5CA8" w14:paraId="219D95E0" w14:textId="77777777" w:rsidTr="0071620A">
        <w:tc>
          <w:tcPr>
            <w:tcW w:w="1701" w:type="dxa"/>
            <w:vAlign w:val="center"/>
          </w:tcPr>
          <w:p w14:paraId="3EA91980" w14:textId="77777777" w:rsidR="0085747A" w:rsidRPr="00DF5C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smallCaps w:val="0"/>
                <w:szCs w:val="24"/>
              </w:rPr>
              <w:t>EK</w:t>
            </w:r>
            <w:r w:rsidR="00A84C85"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 (</w:t>
            </w:r>
            <w:r w:rsidR="00C05F44" w:rsidRPr="00DF5CA8">
              <w:rPr>
                <w:rFonts w:ascii="Corbel" w:hAnsi="Corbel" w:cs="Segoe UI"/>
                <w:b w:val="0"/>
                <w:smallCaps w:val="0"/>
                <w:szCs w:val="24"/>
              </w:rPr>
              <w:t>efekt uczenia się</w:t>
            </w:r>
            <w:r w:rsidR="00B82308" w:rsidRPr="00DF5CA8">
              <w:rPr>
                <w:rFonts w:ascii="Corbel" w:hAnsi="Corbel" w:cs="Segoe U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442940" w14:textId="77777777" w:rsidR="0085747A" w:rsidRPr="00DF5C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</w:t>
            </w:r>
            <w:r w:rsidR="00C05F44"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uczenia się 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EF6FB6" w14:textId="77777777" w:rsidR="0085747A" w:rsidRPr="00DF5C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F5CA8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="00F32F26" w:rsidRPr="00DF5CA8" w14:paraId="4D07C5AB" w14:textId="77777777" w:rsidTr="005E6E85">
        <w:tc>
          <w:tcPr>
            <w:tcW w:w="1701" w:type="dxa"/>
          </w:tcPr>
          <w:p w14:paraId="358B7669" w14:textId="77777777" w:rsidR="00F32F26" w:rsidRPr="00DF5CA8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4A7149" w14:textId="5F197248" w:rsidR="00F32F26" w:rsidRPr="00DF5CA8" w:rsidRDefault="00F32F26" w:rsidP="00DF5CA8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- posiada wiedzę na temat </w:t>
            </w:r>
            <w:r w:rsidR="00232C4B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systemu cyberbezpieczeństwa w Polsce, ze szczególnym </w:t>
            </w:r>
            <w:r w:rsidRPr="00DF5CA8">
              <w:rPr>
                <w:rFonts w:ascii="Corbel" w:hAnsi="Corbel" w:cs="Segoe UI"/>
                <w:sz w:val="24"/>
                <w:szCs w:val="24"/>
              </w:rPr>
              <w:t>uwzględnieniem</w:t>
            </w:r>
            <w:r w:rsidR="00232C4B" w:rsidRPr="00DF5CA8">
              <w:rPr>
                <w:rFonts w:ascii="Corbel" w:hAnsi="Corbel" w:cs="Segoe UI"/>
                <w:sz w:val="24"/>
                <w:szCs w:val="24"/>
              </w:rPr>
              <w:t xml:space="preserve"> najważniejszych aktów prawnych oraz strategii państwa;</w:t>
            </w:r>
            <w:r w:rsidR="00E32C1F" w:rsidRPr="00DF5CA8"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="00232C4B" w:rsidRPr="00DF5CA8">
              <w:rPr>
                <w:rFonts w:ascii="Corbel" w:hAnsi="Corbel" w:cs="Segoe UI"/>
                <w:sz w:val="24"/>
                <w:szCs w:val="24"/>
              </w:rPr>
              <w:t xml:space="preserve">potrafi </w:t>
            </w:r>
            <w:r w:rsidR="00E32C1F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określić elementy świadczące o</w:t>
            </w:r>
            <w:r w:rsidR="00232C4B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E32C1F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mocnych i słabych </w:t>
            </w:r>
            <w:r w:rsidR="003648CC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stronach </w:t>
            </w:r>
            <w:r w:rsidR="00232C4B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tego systemu</w:t>
            </w:r>
            <w:r w:rsidR="00E32C1F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14:paraId="3CE8E0E0" w14:textId="77777777" w:rsidR="00F32F26" w:rsidRPr="00DF5CA8" w:rsidRDefault="00EE0BE1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</w:t>
            </w:r>
            <w:r w:rsidR="00F32F26" w:rsidRPr="00DF5CA8">
              <w:rPr>
                <w:rFonts w:ascii="Corbel" w:hAnsi="Corbel" w:cs="Segoe UI"/>
                <w:b w:val="0"/>
                <w:smallCaps w:val="0"/>
                <w:szCs w:val="24"/>
              </w:rPr>
              <w:t>W10</w:t>
            </w:r>
            <w:r w:rsidR="00F54193" w:rsidRPr="00DF5CA8">
              <w:rPr>
                <w:rFonts w:ascii="Corbel" w:hAnsi="Corbel" w:cs="Segoe UI"/>
                <w:b w:val="0"/>
                <w:smallCaps w:val="0"/>
                <w:szCs w:val="24"/>
              </w:rPr>
              <w:t>, U10</w:t>
            </w:r>
          </w:p>
        </w:tc>
      </w:tr>
      <w:tr w:rsidR="00F32F26" w:rsidRPr="00DF5CA8" w14:paraId="6656164B" w14:textId="77777777" w:rsidTr="005E6E85">
        <w:tc>
          <w:tcPr>
            <w:tcW w:w="1701" w:type="dxa"/>
          </w:tcPr>
          <w:p w14:paraId="3E371839" w14:textId="77777777" w:rsidR="00F32F26" w:rsidRPr="00DF5CA8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2A91A26" w14:textId="60910F94" w:rsidR="00F32F26" w:rsidRPr="00DF5CA8" w:rsidRDefault="00F32F26" w:rsidP="00DF5CA8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- posiada wiedzę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i potrafi posługiwać się podstawowymi pojęciami </w:t>
            </w:r>
            <w:r w:rsidR="00924BBE" w:rsidRPr="00DF5CA8">
              <w:rPr>
                <w:rFonts w:ascii="Corbel" w:hAnsi="Corbel" w:cs="Segoe UI"/>
                <w:sz w:val="24"/>
                <w:szCs w:val="24"/>
              </w:rPr>
              <w:t>oraz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 terminologią odnoszącą się do </w:t>
            </w:r>
            <w:r w:rsidR="00232C4B" w:rsidRPr="00DF5CA8">
              <w:rPr>
                <w:rFonts w:ascii="Corbel" w:hAnsi="Corbel" w:cs="Segoe UI"/>
                <w:sz w:val="24"/>
                <w:szCs w:val="24"/>
              </w:rPr>
              <w:t>cyberbezpieczeństwa</w:t>
            </w:r>
            <w:r w:rsidR="00E32C1F" w:rsidRPr="00DF5CA8">
              <w:rPr>
                <w:rFonts w:ascii="Corbel" w:hAnsi="Corbel" w:cs="Segoe UI"/>
                <w:sz w:val="24"/>
                <w:szCs w:val="24"/>
              </w:rPr>
              <w:t xml:space="preserve"> oraz </w:t>
            </w:r>
            <w:r w:rsidR="00232C4B" w:rsidRPr="00DF5CA8">
              <w:rPr>
                <w:rFonts w:ascii="Corbel" w:hAnsi="Corbel" w:cs="Segoe UI"/>
                <w:sz w:val="24"/>
                <w:szCs w:val="24"/>
              </w:rPr>
              <w:t xml:space="preserve">przeanalizować </w:t>
            </w:r>
            <w:r w:rsidR="00E32C1F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i zinterpretować </w:t>
            </w:r>
            <w:r w:rsidR="00232C4B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kluczowe zagrożenia</w:t>
            </w:r>
            <w:r w:rsidR="00E32C1F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14:paraId="0C5CFCAC" w14:textId="77777777" w:rsidR="00F32F26" w:rsidRPr="00DF5CA8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W09</w:t>
            </w:r>
            <w:r w:rsidR="00EE0BE1" w:rsidRPr="00DF5CA8">
              <w:rPr>
                <w:rFonts w:ascii="Corbel" w:hAnsi="Corbel" w:cs="Segoe UI"/>
                <w:b w:val="0"/>
                <w:smallCaps w:val="0"/>
                <w:szCs w:val="24"/>
              </w:rPr>
              <w:t>, W10</w:t>
            </w:r>
            <w:r w:rsidR="00E32C1F" w:rsidRPr="00DF5CA8">
              <w:rPr>
                <w:rFonts w:ascii="Corbel" w:hAnsi="Corbel" w:cs="Segoe UI"/>
                <w:b w:val="0"/>
                <w:smallCaps w:val="0"/>
                <w:szCs w:val="24"/>
              </w:rPr>
              <w:t>, U12</w:t>
            </w:r>
          </w:p>
        </w:tc>
      </w:tr>
      <w:tr w:rsidR="00F32F26" w:rsidRPr="00DF5CA8" w14:paraId="37AC8CFA" w14:textId="77777777" w:rsidTr="005E6E85">
        <w:tc>
          <w:tcPr>
            <w:tcW w:w="1701" w:type="dxa"/>
          </w:tcPr>
          <w:p w14:paraId="0FA223D9" w14:textId="77777777" w:rsidR="00F32F26" w:rsidRPr="00DF5CA8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460530" w14:textId="6923DE1B" w:rsidR="00F32F26" w:rsidRPr="00DF5CA8" w:rsidRDefault="00F32F26" w:rsidP="00DF5CA8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- potrafi opisać wpływ </w:t>
            </w:r>
            <w:r w:rsidR="00002CD1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zagrożeń w cyberprzestrzeni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na </w:t>
            </w:r>
            <w:r w:rsidR="00002CD1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życie społeczne oraz instytucje i usługi kluczowe państwa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14:paraId="4B41D59C" w14:textId="77777777" w:rsidR="00F32F26" w:rsidRPr="00DF5CA8" w:rsidRDefault="00F54193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W10, </w:t>
            </w:r>
            <w:r w:rsidR="00EE0BE1" w:rsidRPr="00DF5CA8">
              <w:rPr>
                <w:rFonts w:ascii="Corbel" w:hAnsi="Corbel" w:cs="Segoe UI"/>
                <w:b w:val="0"/>
                <w:smallCaps w:val="0"/>
                <w:szCs w:val="24"/>
              </w:rPr>
              <w:t>U10</w:t>
            </w:r>
          </w:p>
        </w:tc>
      </w:tr>
      <w:tr w:rsidR="00F32F26" w:rsidRPr="00DF5CA8" w14:paraId="3130B732" w14:textId="77777777" w:rsidTr="005E6E85">
        <w:tc>
          <w:tcPr>
            <w:tcW w:w="1701" w:type="dxa"/>
          </w:tcPr>
          <w:p w14:paraId="71A91B59" w14:textId="77777777" w:rsidR="00F32F26" w:rsidRPr="00DF5CA8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="00E32C1F" w:rsidRPr="00DF5CA8">
              <w:rPr>
                <w:rFonts w:ascii="Corbel" w:hAnsi="Corbel" w:cs="Segoe UI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72ED5E6" w14:textId="1EA965F6" w:rsidR="00F32F26" w:rsidRPr="00DF5CA8" w:rsidRDefault="00F32F26" w:rsidP="00DF5CA8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- potrafi samodzielnie </w:t>
            </w:r>
            <w:r w:rsidR="00EE0BE1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lub we współdziałaniu z grupą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poszerzać posiadany zakres wiedzy z dodatkowych źr</w:t>
            </w:r>
            <w:r w:rsidR="00E32C1F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ódeł; systematycznie aktualizuje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oraz potrafi dokonać analizy bieżących informacji odnoszących się do współcześnie </w:t>
            </w:r>
            <w:r w:rsidR="00002CD1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występujących zagrożeń w cyberprzestrzeni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; </w:t>
            </w:r>
          </w:p>
        </w:tc>
        <w:tc>
          <w:tcPr>
            <w:tcW w:w="1873" w:type="dxa"/>
          </w:tcPr>
          <w:p w14:paraId="7AD0A401" w14:textId="77777777" w:rsidR="00F32F26" w:rsidRPr="00DF5CA8" w:rsidRDefault="00EE0BE1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W09, W10, U10, U12, K08</w:t>
            </w:r>
          </w:p>
        </w:tc>
      </w:tr>
      <w:tr w:rsidR="00F32F26" w:rsidRPr="00DF5CA8" w14:paraId="731FBAE0" w14:textId="77777777" w:rsidTr="005E6E85">
        <w:tc>
          <w:tcPr>
            <w:tcW w:w="1701" w:type="dxa"/>
          </w:tcPr>
          <w:p w14:paraId="34F0C451" w14:textId="77777777" w:rsidR="00F32F26" w:rsidRPr="00DF5CA8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="00E32C1F" w:rsidRPr="00DF5CA8">
              <w:rPr>
                <w:rFonts w:ascii="Corbel" w:hAnsi="Corbel" w:cs="Segoe UI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13A83863" w14:textId="6DCA940A" w:rsidR="00F32F26" w:rsidRPr="00DF5CA8" w:rsidRDefault="00F32F26" w:rsidP="00DF5CA8">
            <w:pP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- potrafi </w:t>
            </w:r>
            <w:r w:rsidR="00EE0BE1"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samodzielnie lub we współdziałaniu z grupą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- przy wykorzystaniu dotychczas nabytej wiedzy - </w:t>
            </w:r>
            <w:r w:rsidR="00002CD1" w:rsidRPr="00DF5CA8">
              <w:rPr>
                <w:rFonts w:ascii="Corbel" w:hAnsi="Corbel" w:cs="Segoe UI"/>
                <w:sz w:val="24"/>
                <w:szCs w:val="24"/>
              </w:rPr>
              <w:t xml:space="preserve">analizować i wykorzystywać uzyskaną wiedzę do identyfikacji i </w:t>
            </w:r>
            <w:r w:rsidR="00002CD1" w:rsidRPr="00DF5CA8">
              <w:rPr>
                <w:rFonts w:ascii="Corbel" w:hAnsi="Corbel" w:cs="Segoe UI"/>
                <w:sz w:val="24"/>
                <w:szCs w:val="24"/>
              </w:rPr>
              <w:lastRenderedPageBreak/>
              <w:t xml:space="preserve">klasyfikacji zagrożeń w cyberprzestrzeni, a także potrafi aktywnie uczestniczyć w dyskusji dotyczącej </w:t>
            </w:r>
            <w:proofErr w:type="spellStart"/>
            <w:r w:rsidR="00002CD1" w:rsidRPr="00DF5CA8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 w:rsidR="00002CD1" w:rsidRPr="00DF5CA8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787E317" w14:textId="77777777" w:rsidR="00F32F26" w:rsidRPr="00DF5CA8" w:rsidRDefault="00EE0BE1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>W09, W10, U10, U12, K08</w:t>
            </w:r>
          </w:p>
        </w:tc>
      </w:tr>
    </w:tbl>
    <w:p w14:paraId="23511531" w14:textId="77777777" w:rsidR="0085747A" w:rsidRPr="00EE69A8" w:rsidRDefault="0085747A" w:rsidP="009C54AE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26D34F1" w14:textId="77777777" w:rsidR="00F54193" w:rsidRPr="00EE69A8" w:rsidRDefault="00F54193" w:rsidP="009C54AE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</w:p>
    <w:p w14:paraId="2294D09A" w14:textId="77777777" w:rsidR="0085747A" w:rsidRPr="00EE6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3.3</w:t>
      </w:r>
      <w:r w:rsidR="00573183" w:rsidRPr="00EE69A8">
        <w:rPr>
          <w:rFonts w:ascii="Corbel" w:hAnsi="Corbel" w:cs="Segoe UI"/>
          <w:b/>
          <w:sz w:val="24"/>
          <w:szCs w:val="24"/>
        </w:rPr>
        <w:t xml:space="preserve">. </w:t>
      </w:r>
      <w:r w:rsidR="0085747A" w:rsidRPr="00EE69A8">
        <w:rPr>
          <w:rFonts w:ascii="Corbel" w:hAnsi="Corbel" w:cs="Segoe UI"/>
          <w:b/>
          <w:sz w:val="24"/>
          <w:szCs w:val="24"/>
        </w:rPr>
        <w:t>T</w:t>
      </w:r>
      <w:r w:rsidR="001D7B54" w:rsidRPr="00EE69A8">
        <w:rPr>
          <w:rFonts w:ascii="Corbel" w:hAnsi="Corbel" w:cs="Segoe UI"/>
          <w:b/>
          <w:sz w:val="24"/>
          <w:szCs w:val="24"/>
        </w:rPr>
        <w:t xml:space="preserve">reści programowe </w:t>
      </w:r>
    </w:p>
    <w:p w14:paraId="0A59FFF6" w14:textId="77777777" w:rsidR="00731A6A" w:rsidRPr="009C54AE" w:rsidRDefault="00731A6A" w:rsidP="00731A6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9BD3D49" w14:textId="77777777" w:rsidR="00731A6A" w:rsidRPr="009C54AE" w:rsidRDefault="00731A6A" w:rsidP="00731A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1A6A" w:rsidRPr="009C54AE" w14:paraId="0778D7B2" w14:textId="77777777" w:rsidTr="00511BB0">
        <w:tc>
          <w:tcPr>
            <w:tcW w:w="9639" w:type="dxa"/>
          </w:tcPr>
          <w:p w14:paraId="2BE4E6D9" w14:textId="77777777" w:rsidR="00731A6A" w:rsidRPr="009C54AE" w:rsidRDefault="00731A6A" w:rsidP="00511B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A6A" w:rsidRPr="009C54AE" w14:paraId="4DD18A89" w14:textId="77777777" w:rsidTr="00511BB0">
        <w:tc>
          <w:tcPr>
            <w:tcW w:w="9639" w:type="dxa"/>
          </w:tcPr>
          <w:p w14:paraId="41F7785E" w14:textId="77777777" w:rsidR="00731A6A" w:rsidRPr="009C54AE" w:rsidRDefault="00731A6A" w:rsidP="00511B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31A6A" w:rsidRPr="009C54AE" w14:paraId="2CDB2BCD" w14:textId="77777777" w:rsidTr="00511BB0">
        <w:tc>
          <w:tcPr>
            <w:tcW w:w="9639" w:type="dxa"/>
          </w:tcPr>
          <w:p w14:paraId="7ABC822F" w14:textId="77777777" w:rsidR="00731A6A" w:rsidRPr="009C54AE" w:rsidRDefault="00731A6A" w:rsidP="00511B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31A6A" w:rsidRPr="009C54AE" w14:paraId="0D9A99AB" w14:textId="77777777" w:rsidTr="00511BB0">
        <w:tc>
          <w:tcPr>
            <w:tcW w:w="9639" w:type="dxa"/>
          </w:tcPr>
          <w:p w14:paraId="6F2C3282" w14:textId="77777777" w:rsidR="00731A6A" w:rsidRPr="009C54AE" w:rsidRDefault="00731A6A" w:rsidP="00511B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9B8C17" w14:textId="77777777" w:rsidR="00731A6A" w:rsidRPr="00EE69A8" w:rsidRDefault="00731A6A" w:rsidP="009C54AE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7EAE1221" w14:textId="68DF5E0C" w:rsidR="0085747A" w:rsidRPr="00EE69A8" w:rsidRDefault="00731A6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Segoe UI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6FA875A" w14:textId="77777777" w:rsidR="0085747A" w:rsidRPr="00EE69A8" w:rsidRDefault="0085747A" w:rsidP="009C54AE">
      <w:pPr>
        <w:pStyle w:val="Akapitzlist"/>
        <w:spacing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A6A" w14:paraId="7ABADE21" w14:textId="77777777" w:rsidTr="00923D7D">
        <w:tc>
          <w:tcPr>
            <w:tcW w:w="9639" w:type="dxa"/>
          </w:tcPr>
          <w:p w14:paraId="04278235" w14:textId="77777777" w:rsidR="0085747A" w:rsidRPr="00731A6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F54193" w:rsidRPr="00731A6A" w14:paraId="0B4F2DBA" w14:textId="77777777" w:rsidTr="00923D7D">
        <w:tc>
          <w:tcPr>
            <w:tcW w:w="9639" w:type="dxa"/>
          </w:tcPr>
          <w:p w14:paraId="6DE87EA3" w14:textId="17E97418" w:rsidR="00F54193" w:rsidRPr="00731A6A" w:rsidRDefault="00002CD1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Wprowadzenia w problematykę konserwatorium, podstawowe pojęcia i narzędzia</w:t>
            </w:r>
            <w:r w:rsidR="00D60D0F" w:rsidRPr="00731A6A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</w:tr>
      <w:tr w:rsidR="00F54193" w:rsidRPr="00731A6A" w14:paraId="66EA5B10" w14:textId="77777777" w:rsidTr="00923D7D">
        <w:tc>
          <w:tcPr>
            <w:tcW w:w="9639" w:type="dxa"/>
          </w:tcPr>
          <w:p w14:paraId="7799EB72" w14:textId="5E770AE2" w:rsidR="00F54193" w:rsidRPr="00731A6A" w:rsidRDefault="00002CD1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Wybrane zagrożenia oraz przestępczość w cyberprzestrzeni</w:t>
            </w:r>
            <w:r w:rsidR="00D60D0F" w:rsidRPr="00731A6A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</w:tr>
      <w:tr w:rsidR="00F54193" w:rsidRPr="00731A6A" w14:paraId="701F75F3" w14:textId="77777777" w:rsidTr="00923D7D">
        <w:tc>
          <w:tcPr>
            <w:tcW w:w="9639" w:type="dxa"/>
          </w:tcPr>
          <w:p w14:paraId="47B46F52" w14:textId="45AB7A13" w:rsidR="00F54193" w:rsidRPr="00731A6A" w:rsidRDefault="00002CD1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Krajowy i europejski system cyberbezpieczeństwa</w:t>
            </w:r>
            <w:r w:rsidR="00D60D0F" w:rsidRPr="00731A6A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</w:tr>
      <w:tr w:rsidR="00F54193" w:rsidRPr="00731A6A" w14:paraId="5FC2D557" w14:textId="77777777" w:rsidTr="00923D7D">
        <w:tc>
          <w:tcPr>
            <w:tcW w:w="9639" w:type="dxa"/>
          </w:tcPr>
          <w:p w14:paraId="01FCF154" w14:textId="3F29E7B9" w:rsidR="00F54193" w:rsidRPr="00731A6A" w:rsidRDefault="00D60D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Przepisy prawa polskiego, europejskiego i międzynarodowego w dziedzinie ochrony cyberprzestrzeni.</w:t>
            </w:r>
          </w:p>
        </w:tc>
      </w:tr>
      <w:tr w:rsidR="00F54193" w:rsidRPr="00731A6A" w14:paraId="41FDDDB6" w14:textId="77777777" w:rsidTr="00923D7D">
        <w:tc>
          <w:tcPr>
            <w:tcW w:w="9639" w:type="dxa"/>
          </w:tcPr>
          <w:p w14:paraId="507F62CB" w14:textId="4F991791" w:rsidR="00F54193" w:rsidRPr="00731A6A" w:rsidRDefault="00D60D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Systemy i mechanizmy bezpieczeństwa informacji, charakterystyki i metodyki stosowania.</w:t>
            </w:r>
          </w:p>
        </w:tc>
      </w:tr>
      <w:tr w:rsidR="00F54193" w:rsidRPr="00731A6A" w14:paraId="0E448062" w14:textId="77777777" w:rsidTr="00923D7D">
        <w:tc>
          <w:tcPr>
            <w:tcW w:w="9639" w:type="dxa"/>
          </w:tcPr>
          <w:p w14:paraId="432F7266" w14:textId="19CC59AE" w:rsidR="00F54193" w:rsidRPr="00731A6A" w:rsidRDefault="00D60D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Standardy bezpieczeństwa dotyczące przechowywania i przetwarzania danych.</w:t>
            </w:r>
          </w:p>
        </w:tc>
      </w:tr>
      <w:tr w:rsidR="00F54193" w:rsidRPr="00731A6A" w14:paraId="4D9829EF" w14:textId="77777777" w:rsidTr="00923D7D">
        <w:tc>
          <w:tcPr>
            <w:tcW w:w="9639" w:type="dxa"/>
          </w:tcPr>
          <w:p w14:paraId="74FDF475" w14:textId="468FE837" w:rsidR="00F54193" w:rsidRPr="00731A6A" w:rsidRDefault="00D60D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usług publicznych dostarczanych w sieci Internet.</w:t>
            </w:r>
          </w:p>
        </w:tc>
      </w:tr>
      <w:tr w:rsidR="00F54193" w:rsidRPr="00731A6A" w14:paraId="0F34B9C7" w14:textId="77777777" w:rsidTr="00923D7D">
        <w:tc>
          <w:tcPr>
            <w:tcW w:w="9639" w:type="dxa"/>
          </w:tcPr>
          <w:p w14:paraId="618D925C" w14:textId="45F65A14" w:rsidR="00F54193" w:rsidRPr="00731A6A" w:rsidRDefault="00D60D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cybernetyczne infrastruktury krytycznej państwa.</w:t>
            </w:r>
          </w:p>
        </w:tc>
      </w:tr>
      <w:tr w:rsidR="00F54193" w:rsidRPr="00731A6A" w14:paraId="2E072139" w14:textId="77777777" w:rsidTr="00923D7D">
        <w:tc>
          <w:tcPr>
            <w:tcW w:w="9639" w:type="dxa"/>
          </w:tcPr>
          <w:p w14:paraId="74C7BF69" w14:textId="7F9837DC" w:rsidR="00F54193" w:rsidRPr="00731A6A" w:rsidRDefault="00D60D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Podstawy kryptografii.</w:t>
            </w:r>
          </w:p>
        </w:tc>
      </w:tr>
      <w:tr w:rsidR="00D60D0F" w:rsidRPr="00731A6A" w14:paraId="74A80FE4" w14:textId="77777777" w:rsidTr="00923D7D">
        <w:tc>
          <w:tcPr>
            <w:tcW w:w="9639" w:type="dxa"/>
          </w:tcPr>
          <w:p w14:paraId="03D3EFED" w14:textId="39AB66EC" w:rsidR="00D60D0F" w:rsidRPr="00731A6A" w:rsidRDefault="00D60D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 xml:space="preserve">Omówienie </w:t>
            </w:r>
            <w:proofErr w:type="spellStart"/>
            <w:r w:rsidRPr="00731A6A">
              <w:rPr>
                <w:rFonts w:ascii="Corbel" w:hAnsi="Corbel" w:cs="Segoe UI"/>
                <w:sz w:val="24"/>
                <w:szCs w:val="24"/>
              </w:rPr>
              <w:t>Deep</w:t>
            </w:r>
            <w:proofErr w:type="spellEnd"/>
            <w:r w:rsidRPr="00731A6A">
              <w:rPr>
                <w:rFonts w:ascii="Corbel" w:hAnsi="Corbel" w:cs="Segoe UI"/>
                <w:sz w:val="24"/>
                <w:szCs w:val="24"/>
              </w:rPr>
              <w:t xml:space="preserve"> web i Dark web.</w:t>
            </w:r>
            <w:bookmarkStart w:id="0" w:name="_GoBack"/>
            <w:bookmarkEnd w:id="0"/>
          </w:p>
        </w:tc>
      </w:tr>
    </w:tbl>
    <w:p w14:paraId="629247C5" w14:textId="77777777" w:rsidR="0085747A" w:rsidRPr="00EE69A8" w:rsidRDefault="0085747A" w:rsidP="009C54AE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219D3569" w14:textId="77777777" w:rsidR="0085747A" w:rsidRPr="00EE69A8" w:rsidRDefault="009F4610" w:rsidP="009C54AE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3.4</w:t>
      </w:r>
      <w:r w:rsidR="00573183" w:rsidRPr="00EE69A8">
        <w:rPr>
          <w:rFonts w:ascii="Corbel" w:hAnsi="Corbel" w:cs="Segoe UI"/>
          <w:smallCaps w:val="0"/>
          <w:szCs w:val="24"/>
        </w:rPr>
        <w:t>.</w:t>
      </w:r>
      <w:r w:rsidRPr="00EE69A8">
        <w:rPr>
          <w:rFonts w:ascii="Corbel" w:hAnsi="Corbel" w:cs="Segoe UI"/>
          <w:smallCaps w:val="0"/>
          <w:szCs w:val="24"/>
        </w:rPr>
        <w:t xml:space="preserve"> Metody dydaktyczne</w:t>
      </w:r>
    </w:p>
    <w:p w14:paraId="480B80C5" w14:textId="77777777" w:rsidR="00731A6A" w:rsidRPr="00153C41" w:rsidRDefault="00731A6A" w:rsidP="00731A6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7C57D237" w14:textId="77777777" w:rsidR="00731A6A" w:rsidRDefault="00731A6A" w:rsidP="00731A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0288137" w14:textId="77777777" w:rsidR="00731A6A" w:rsidRDefault="00731A6A" w:rsidP="00731A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F1F0EC" w14:textId="77777777" w:rsidR="00731A6A" w:rsidRPr="00153C41" w:rsidRDefault="00731A6A" w:rsidP="00731A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716BD96" w14:textId="77777777" w:rsidR="00F54193" w:rsidRPr="00EE69A8" w:rsidRDefault="00F54193" w:rsidP="009C54AE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14:paraId="2E73DF10" w14:textId="77777777" w:rsidR="00F54193" w:rsidRPr="00731A6A" w:rsidRDefault="00F54193" w:rsidP="00F54193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wykład konwersatoryjny z elementami wykładu problemowego;</w:t>
      </w:r>
    </w:p>
    <w:p w14:paraId="2E412BCD" w14:textId="1C6C8687" w:rsidR="00F54193" w:rsidRPr="00731A6A" w:rsidRDefault="00F54193" w:rsidP="00F54193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dyskusja dydaktyczna w formie okrągłego stołu</w:t>
      </w:r>
      <w:r w:rsidR="00AA60F8" w:rsidRPr="00731A6A">
        <w:rPr>
          <w:rFonts w:ascii="Corbel" w:eastAsia="Cambria" w:hAnsi="Corbel" w:cs="Segoe UI"/>
          <w:sz w:val="24"/>
          <w:szCs w:val="24"/>
        </w:rPr>
        <w:t>;</w:t>
      </w:r>
    </w:p>
    <w:p w14:paraId="153A19CA" w14:textId="77777777" w:rsidR="00F54193" w:rsidRPr="00731A6A" w:rsidRDefault="00F54193" w:rsidP="00F54193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prelekcja;</w:t>
      </w:r>
    </w:p>
    <w:p w14:paraId="70FC0457" w14:textId="333522C2" w:rsidR="00F54193" w:rsidRPr="00731A6A" w:rsidRDefault="00F54193" w:rsidP="00F54193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ekspozycja;</w:t>
      </w:r>
    </w:p>
    <w:p w14:paraId="188337C9" w14:textId="6A5C6FAA" w:rsidR="009B001E" w:rsidRPr="00731A6A" w:rsidRDefault="009B001E" w:rsidP="00F54193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samokształcenie;</w:t>
      </w:r>
    </w:p>
    <w:p w14:paraId="0F3F7305" w14:textId="77777777" w:rsidR="0085747A" w:rsidRPr="00EE69A8" w:rsidRDefault="0085747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2EE85BE8" w14:textId="77777777" w:rsidR="0085747A" w:rsidRPr="00EE6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4. </w:t>
      </w:r>
      <w:r w:rsidR="0085747A" w:rsidRPr="00EE69A8">
        <w:rPr>
          <w:rFonts w:ascii="Corbel" w:hAnsi="Corbel" w:cs="Segoe UI"/>
          <w:smallCaps w:val="0"/>
          <w:szCs w:val="24"/>
        </w:rPr>
        <w:t>METODY I KRYTERIA OCENY</w:t>
      </w:r>
    </w:p>
    <w:p w14:paraId="362ADFBB" w14:textId="77777777" w:rsidR="00AA60F8" w:rsidRPr="00EE69A8" w:rsidRDefault="00AA60F8" w:rsidP="009C54AE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4F0C0B7B" w14:textId="77777777" w:rsidR="0085747A" w:rsidRPr="00EE69A8" w:rsidRDefault="0085747A" w:rsidP="009C54AE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4.1</w:t>
      </w:r>
      <w:r w:rsidR="00573183" w:rsidRPr="00EE69A8">
        <w:rPr>
          <w:rFonts w:ascii="Corbel" w:hAnsi="Corbel" w:cs="Segoe UI"/>
          <w:smallCaps w:val="0"/>
          <w:szCs w:val="24"/>
        </w:rPr>
        <w:t>.</w:t>
      </w:r>
      <w:r w:rsidRPr="00EE69A8">
        <w:rPr>
          <w:rFonts w:ascii="Corbel" w:hAnsi="Corbel" w:cs="Segoe UI"/>
          <w:smallCaps w:val="0"/>
          <w:szCs w:val="24"/>
        </w:rPr>
        <w:t xml:space="preserve"> Sposoby weryfikacji efektów </w:t>
      </w:r>
      <w:r w:rsidR="00C05F44" w:rsidRPr="00EE69A8">
        <w:rPr>
          <w:rFonts w:ascii="Corbel" w:hAnsi="Corbel" w:cs="Segoe UI"/>
          <w:smallCaps w:val="0"/>
          <w:szCs w:val="24"/>
        </w:rPr>
        <w:t>uczenia się</w:t>
      </w:r>
    </w:p>
    <w:p w14:paraId="1C214281" w14:textId="77777777" w:rsidR="00A01D3C" w:rsidRPr="00EE69A8" w:rsidRDefault="00A01D3C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573183" w:rsidRPr="00C45252" w14:paraId="2F5F99FD" w14:textId="77777777" w:rsidTr="006A1396">
        <w:tc>
          <w:tcPr>
            <w:tcW w:w="1985" w:type="dxa"/>
            <w:vAlign w:val="center"/>
          </w:tcPr>
          <w:p w14:paraId="43011A04" w14:textId="77777777" w:rsidR="00573183" w:rsidRPr="00C45252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4FEC6A" w14:textId="77777777" w:rsidR="00573183" w:rsidRPr="00C45252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2D53A2" w14:textId="77777777" w:rsidR="00573183" w:rsidRPr="00C45252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2EE3F61" w14:textId="77777777" w:rsidR="00573183" w:rsidRPr="00C45252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09021155" w14:textId="77777777" w:rsidR="00573183" w:rsidRPr="00C45252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="00573183" w:rsidRPr="00C45252" w14:paraId="2980A4FF" w14:textId="77777777" w:rsidTr="006A1396">
        <w:tc>
          <w:tcPr>
            <w:tcW w:w="1985" w:type="dxa"/>
          </w:tcPr>
          <w:p w14:paraId="01A33A8C" w14:textId="77777777" w:rsidR="00573183" w:rsidRPr="00C45252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proofErr w:type="spellStart"/>
            <w:r w:rsidRPr="00C45252">
              <w:rPr>
                <w:rFonts w:ascii="Corbel" w:hAnsi="Corbel" w:cs="Segoe UI"/>
                <w:b w:val="0"/>
                <w:szCs w:val="24"/>
              </w:rPr>
              <w:lastRenderedPageBreak/>
              <w:t>ek</w:t>
            </w:r>
            <w:proofErr w:type="spellEnd"/>
            <w:r w:rsidRPr="00C45252">
              <w:rPr>
                <w:rFonts w:ascii="Corbel" w:hAnsi="Corbel" w:cs="Segoe U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09C790" w14:textId="7687020B" w:rsidR="00573183" w:rsidRPr="00C45252" w:rsidRDefault="00573183" w:rsidP="00667F58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0839D870" w14:textId="58BD964C" w:rsidR="00573183" w:rsidRPr="00C45252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2E310459" w14:textId="77777777" w:rsidR="00573183" w:rsidRPr="00C45252" w:rsidRDefault="00573183" w:rsidP="006A139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573183" w:rsidRPr="00C45252" w14:paraId="20540195" w14:textId="77777777" w:rsidTr="006A1396">
        <w:tc>
          <w:tcPr>
            <w:tcW w:w="1985" w:type="dxa"/>
          </w:tcPr>
          <w:p w14:paraId="47469C3C" w14:textId="77777777" w:rsidR="00573183" w:rsidRPr="00C45252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AE47C37" w14:textId="77777777" w:rsidR="00573183" w:rsidRPr="00C45252" w:rsidRDefault="00573183" w:rsidP="006A139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2A7E42B1" w14:textId="7C3BC2DD" w:rsidR="00573183" w:rsidRPr="00C45252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48D14BC1" w14:textId="77777777" w:rsidR="00573183" w:rsidRPr="00C45252" w:rsidRDefault="00573183" w:rsidP="006A139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573183" w:rsidRPr="00C45252" w14:paraId="782BFD1F" w14:textId="77777777" w:rsidTr="006A1396">
        <w:tc>
          <w:tcPr>
            <w:tcW w:w="1985" w:type="dxa"/>
          </w:tcPr>
          <w:p w14:paraId="51CD7C22" w14:textId="77777777" w:rsidR="00573183" w:rsidRPr="00C45252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1FF75F" w14:textId="77777777" w:rsidR="00573183" w:rsidRPr="00C45252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0C61DB3F" w14:textId="77777777" w:rsidR="00573183" w:rsidRPr="00C45252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14:paraId="2124AA4C" w14:textId="1BAF8FA6" w:rsidR="00573183" w:rsidRPr="00C45252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16A5F81C" w14:textId="77777777" w:rsidR="00573183" w:rsidRPr="00C45252" w:rsidRDefault="00573183" w:rsidP="006A139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573183" w:rsidRPr="00C45252" w14:paraId="5E8343BE" w14:textId="77777777" w:rsidTr="006A1396">
        <w:tc>
          <w:tcPr>
            <w:tcW w:w="1985" w:type="dxa"/>
          </w:tcPr>
          <w:p w14:paraId="4A9A7BE2" w14:textId="77777777" w:rsidR="00573183" w:rsidRPr="00C45252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38F5D0D" w14:textId="77777777" w:rsidR="00573183" w:rsidRPr="00C45252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DF18E4B" w14:textId="77777777" w:rsidR="00573183" w:rsidRPr="00C45252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46ECB387" w14:textId="3926946B" w:rsidR="00573183" w:rsidRPr="00C45252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01B02B8C" w14:textId="77777777" w:rsidR="00573183" w:rsidRPr="00C45252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  <w:tr w:rsidR="00573183" w:rsidRPr="00C45252" w14:paraId="33ABA83B" w14:textId="77777777" w:rsidTr="006A1396">
        <w:tc>
          <w:tcPr>
            <w:tcW w:w="1985" w:type="dxa"/>
          </w:tcPr>
          <w:p w14:paraId="6CCABE78" w14:textId="77777777" w:rsidR="00573183" w:rsidRPr="00C45252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F9E865" w14:textId="77777777" w:rsidR="00573183" w:rsidRPr="00C45252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66554C9F" w14:textId="77777777" w:rsidR="00573183" w:rsidRPr="00C45252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7169591C" w14:textId="1818A0CB" w:rsidR="00573183" w:rsidRPr="00C45252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718C6FD8" w14:textId="77777777" w:rsidR="00573183" w:rsidRPr="00C45252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5B61B586" w14:textId="77777777" w:rsidR="00A01D3C" w:rsidRPr="00EE69A8" w:rsidRDefault="00A01D3C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E7DCA91" w14:textId="77777777" w:rsidR="0085747A" w:rsidRPr="00EE69A8" w:rsidRDefault="003E1941" w:rsidP="009C54AE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4.2</w:t>
      </w:r>
      <w:r w:rsidR="00573183" w:rsidRPr="00EE69A8">
        <w:rPr>
          <w:rFonts w:ascii="Corbel" w:hAnsi="Corbel" w:cs="Segoe UI"/>
          <w:smallCaps w:val="0"/>
          <w:szCs w:val="24"/>
        </w:rPr>
        <w:t>.</w:t>
      </w:r>
      <w:r w:rsidRPr="00EE69A8">
        <w:rPr>
          <w:rFonts w:ascii="Corbel" w:hAnsi="Corbel" w:cs="Segoe UI"/>
          <w:smallCaps w:val="0"/>
          <w:szCs w:val="24"/>
        </w:rPr>
        <w:t xml:space="preserve"> </w:t>
      </w:r>
      <w:r w:rsidR="0085747A" w:rsidRPr="00EE69A8">
        <w:rPr>
          <w:rFonts w:ascii="Corbel" w:hAnsi="Corbel" w:cs="Segoe UI"/>
          <w:smallCaps w:val="0"/>
          <w:szCs w:val="24"/>
        </w:rPr>
        <w:t>Warunki zaliczenia przedmiotu (kryteria oceniania)</w:t>
      </w:r>
    </w:p>
    <w:p w14:paraId="4AD1044D" w14:textId="77777777" w:rsidR="00923D7D" w:rsidRPr="00EE69A8" w:rsidRDefault="00923D7D" w:rsidP="009C54AE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5252" w14:paraId="52712BD3" w14:textId="77777777" w:rsidTr="00923D7D">
        <w:tc>
          <w:tcPr>
            <w:tcW w:w="9670" w:type="dxa"/>
          </w:tcPr>
          <w:p w14:paraId="7E37785B" w14:textId="04EA07C4" w:rsidR="00670628" w:rsidRPr="00C45252" w:rsidRDefault="00047760" w:rsidP="00670628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Z</w:t>
            </w:r>
            <w:r w:rsidR="00670628" w:rsidRPr="00C45252">
              <w:rPr>
                <w:rFonts w:ascii="Corbel" w:eastAsia="Cambria" w:hAnsi="Corbel" w:cs="Segoe UI"/>
                <w:sz w:val="24"/>
                <w:szCs w:val="24"/>
              </w:rPr>
              <w:t>aliczeni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>e</w:t>
            </w:r>
            <w:r w:rsidR="00670628"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 oceną w formie przygotowanego referatu lub prezentacji multimedialnej oraz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kolokwium w formie testu</w:t>
            </w:r>
            <w:r w:rsidR="00670628"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 odpowiedziami wielokrotnego wyboru – uzyskanie od 20% punktów przy wysokim stopniu szczegółowości testu, od 35% punktów przy średnim stopniu szczegółowości oraz 55% przy niskim stopniu szczegółowości;</w:t>
            </w:r>
          </w:p>
          <w:p w14:paraId="311133FE" w14:textId="2C231D93" w:rsidR="00923D7D" w:rsidRPr="00C45252" w:rsidRDefault="00C45252" w:rsidP="00670628">
            <w:pPr>
              <w:pStyle w:val="Punktygwne"/>
              <w:spacing w:before="0" w:after="0"/>
              <w:rPr>
                <w:rFonts w:ascii="Corbel" w:eastAsia="Cambria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smallCaps w:val="0"/>
                <w:szCs w:val="24"/>
              </w:rPr>
              <w:t>kryteria oceny: zakres kompletności wiedzy, wysoka umiejętność kojarzenia faktów, zdolność uzupełniania i aktualizowania posiadanych informacji;</w:t>
            </w:r>
          </w:p>
          <w:p w14:paraId="7C0477B4" w14:textId="1494AB74" w:rsidR="0085747A" w:rsidRPr="00C45252" w:rsidRDefault="00C45252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bCs/>
                <w:color w:val="FF000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bCs/>
                <w:smallCaps w:val="0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14:paraId="5AAB2C2C" w14:textId="77777777" w:rsidR="00670628" w:rsidRPr="00EE69A8" w:rsidRDefault="00670628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3CA6AC0" w14:textId="77777777" w:rsidR="009F4610" w:rsidRPr="00EE69A8" w:rsidRDefault="0085747A" w:rsidP="009C54AE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5. </w:t>
      </w:r>
      <w:r w:rsidR="00C61DC5" w:rsidRPr="00EE69A8">
        <w:rPr>
          <w:rFonts w:ascii="Corbel" w:hAnsi="Corbel" w:cs="Segoe U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6E2EA1" w14:textId="77777777" w:rsidR="0085747A" w:rsidRPr="00EE69A8" w:rsidRDefault="0085747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69A8" w14:paraId="652BC8B8" w14:textId="77777777" w:rsidTr="003E1941">
        <w:tc>
          <w:tcPr>
            <w:tcW w:w="4962" w:type="dxa"/>
            <w:vAlign w:val="center"/>
          </w:tcPr>
          <w:p w14:paraId="18FF991A" w14:textId="77777777" w:rsidR="0085747A" w:rsidRPr="00EE6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Forma a</w:t>
            </w:r>
            <w:r w:rsidR="0085747A" w:rsidRPr="00EE69A8">
              <w:rPr>
                <w:rFonts w:ascii="Corbel" w:hAnsi="Corbel" w:cs="Segoe UI"/>
                <w:b/>
                <w:sz w:val="24"/>
                <w:szCs w:val="24"/>
              </w:rPr>
              <w:t>ktywnoś</w:t>
            </w:r>
            <w:r w:rsidRPr="00EE69A8">
              <w:rPr>
                <w:rFonts w:ascii="Corbel" w:hAnsi="Corbel" w:cs="Segoe U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A14048" w14:textId="77777777" w:rsidR="0085747A" w:rsidRPr="00EE6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Średnia l</w:t>
            </w:r>
            <w:r w:rsidR="0085747A" w:rsidRPr="00EE69A8">
              <w:rPr>
                <w:rFonts w:ascii="Corbel" w:hAnsi="Corbel" w:cs="Segoe UI"/>
                <w:b/>
                <w:sz w:val="24"/>
                <w:szCs w:val="24"/>
              </w:rPr>
              <w:t>iczba godzin</w:t>
            </w:r>
            <w:r w:rsidRPr="00EE69A8">
              <w:rPr>
                <w:rFonts w:ascii="Corbel" w:hAnsi="Corbel" w:cs="Segoe U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69A8" w14:paraId="48D2DDC6" w14:textId="77777777" w:rsidTr="00923D7D">
        <w:tc>
          <w:tcPr>
            <w:tcW w:w="4962" w:type="dxa"/>
          </w:tcPr>
          <w:p w14:paraId="5BC02E62" w14:textId="77777777" w:rsidR="0085747A" w:rsidRPr="00EE6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G</w:t>
            </w:r>
            <w:r w:rsidR="0085747A" w:rsidRPr="00EE69A8">
              <w:rPr>
                <w:rFonts w:ascii="Corbel" w:hAnsi="Corbel" w:cs="Segoe UI"/>
                <w:sz w:val="24"/>
                <w:szCs w:val="24"/>
              </w:rPr>
              <w:t xml:space="preserve">odziny </w:t>
            </w:r>
            <w:r w:rsidRPr="00EE69A8">
              <w:rPr>
                <w:rFonts w:ascii="Corbel" w:hAnsi="Corbel" w:cs="Segoe UI"/>
                <w:sz w:val="24"/>
                <w:szCs w:val="24"/>
              </w:rPr>
              <w:t>kontaktowe</w:t>
            </w:r>
            <w:r w:rsidR="0085747A" w:rsidRPr="00EE69A8">
              <w:rPr>
                <w:rFonts w:ascii="Corbel" w:hAnsi="Corbel" w:cs="Segoe UI"/>
                <w:sz w:val="24"/>
                <w:szCs w:val="24"/>
              </w:rPr>
              <w:t xml:space="preserve"> w</w:t>
            </w:r>
            <w:r w:rsidRPr="00EE69A8">
              <w:rPr>
                <w:rFonts w:ascii="Corbel" w:hAnsi="Corbel" w:cs="Segoe UI"/>
                <w:sz w:val="24"/>
                <w:szCs w:val="24"/>
              </w:rPr>
              <w:t>ynikające</w:t>
            </w:r>
            <w:r w:rsidR="003F205D" w:rsidRPr="00EE69A8">
              <w:rPr>
                <w:rFonts w:ascii="Corbel" w:hAnsi="Corbel" w:cs="Segoe UI"/>
                <w:sz w:val="24"/>
                <w:szCs w:val="24"/>
              </w:rPr>
              <w:t xml:space="preserve"> z </w:t>
            </w:r>
            <w:r w:rsidR="000A3CDF" w:rsidRPr="00EE69A8">
              <w:rPr>
                <w:rFonts w:ascii="Corbel" w:hAnsi="Corbel" w:cs="Segoe UI"/>
                <w:sz w:val="24"/>
                <w:szCs w:val="24"/>
              </w:rPr>
              <w:t xml:space="preserve">harmonogramu </w:t>
            </w:r>
            <w:r w:rsidRPr="00EE69A8">
              <w:rPr>
                <w:rFonts w:ascii="Corbel" w:hAnsi="Corbel" w:cs="Segoe U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C042E2" w14:textId="6D62B4F9" w:rsidR="0085747A" w:rsidRPr="00EE69A8" w:rsidRDefault="00C45252" w:rsidP="003242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15</w:t>
            </w:r>
          </w:p>
        </w:tc>
      </w:tr>
      <w:tr w:rsidR="00C61DC5" w:rsidRPr="00EE69A8" w14:paraId="70744D30" w14:textId="77777777" w:rsidTr="00923D7D">
        <w:tc>
          <w:tcPr>
            <w:tcW w:w="4962" w:type="dxa"/>
          </w:tcPr>
          <w:p w14:paraId="251F395E" w14:textId="77777777" w:rsidR="00EA3485" w:rsidRPr="009C54AE" w:rsidRDefault="00EA3485" w:rsidP="00EA3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5543ED" w14:textId="39E89481" w:rsidR="00C61DC5" w:rsidRPr="00EE69A8" w:rsidRDefault="00EA3485" w:rsidP="00EA3485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9A5324" w14:textId="634B5700" w:rsidR="00A01D3C" w:rsidRPr="00EE69A8" w:rsidRDefault="00EA348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="00C61DC5" w:rsidRPr="00EE69A8" w14:paraId="592FEBEF" w14:textId="77777777" w:rsidTr="00923D7D">
        <w:tc>
          <w:tcPr>
            <w:tcW w:w="4962" w:type="dxa"/>
          </w:tcPr>
          <w:p w14:paraId="7BFAFFCF" w14:textId="77777777" w:rsidR="00EA3485" w:rsidRPr="009C54AE" w:rsidRDefault="00EA3485" w:rsidP="00EA3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46E47" w14:textId="673492F8" w:rsidR="0032426D" w:rsidRPr="00EE69A8" w:rsidRDefault="00EA3485" w:rsidP="00EA3485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3B260F" w14:textId="6185C109" w:rsidR="0032426D" w:rsidRPr="00EE69A8" w:rsidRDefault="00EA348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85747A" w:rsidRPr="00EE69A8" w14:paraId="6747FC9D" w14:textId="77777777" w:rsidTr="00923D7D">
        <w:tc>
          <w:tcPr>
            <w:tcW w:w="4962" w:type="dxa"/>
          </w:tcPr>
          <w:p w14:paraId="1E7B0B8A" w14:textId="77777777" w:rsidR="0085747A" w:rsidRPr="00EE6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766D32" w14:textId="160EF076" w:rsidR="0085747A" w:rsidRPr="00EE69A8" w:rsidRDefault="00EA348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50</w:t>
            </w:r>
          </w:p>
        </w:tc>
      </w:tr>
      <w:tr w:rsidR="0085747A" w:rsidRPr="00EE69A8" w14:paraId="1A721BD5" w14:textId="77777777" w:rsidTr="00923D7D">
        <w:tc>
          <w:tcPr>
            <w:tcW w:w="4962" w:type="dxa"/>
          </w:tcPr>
          <w:p w14:paraId="4FB31124" w14:textId="77777777" w:rsidR="0085747A" w:rsidRPr="00EE6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A56075" w14:textId="562B987C" w:rsidR="0085747A" w:rsidRPr="00EE69A8" w:rsidRDefault="00A01D3C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26A27E1E" w14:textId="36122142" w:rsidR="0085747A" w:rsidRPr="00EE69A8" w:rsidRDefault="00923D7D" w:rsidP="009C54AE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EE69A8">
        <w:rPr>
          <w:rFonts w:ascii="Corbel" w:hAnsi="Corbel" w:cs="Segoe UI"/>
          <w:b w:val="0"/>
          <w:i/>
          <w:smallCaps w:val="0"/>
          <w:szCs w:val="24"/>
        </w:rPr>
        <w:t xml:space="preserve">* </w:t>
      </w:r>
      <w:r w:rsidR="00C61DC5" w:rsidRPr="00EE69A8">
        <w:rPr>
          <w:rFonts w:ascii="Corbel" w:hAnsi="Corbel" w:cs="Segoe UI"/>
          <w:b w:val="0"/>
          <w:i/>
          <w:smallCaps w:val="0"/>
          <w:szCs w:val="24"/>
        </w:rPr>
        <w:t xml:space="preserve">Należy uwzględnić, że 1 pkt ECTS odpowiada </w:t>
      </w:r>
      <w:r w:rsidR="00A071BD">
        <w:rPr>
          <w:rFonts w:ascii="Corbel" w:hAnsi="Corbel" w:cs="Segoe UI"/>
          <w:b w:val="0"/>
          <w:i/>
          <w:smallCaps w:val="0"/>
          <w:szCs w:val="24"/>
        </w:rPr>
        <w:t>25-</w:t>
      </w:r>
      <w:r w:rsidR="00C61DC5" w:rsidRPr="00EE69A8">
        <w:rPr>
          <w:rFonts w:ascii="Corbel" w:hAnsi="Corbel" w:cs="Segoe UI"/>
          <w:b w:val="0"/>
          <w:i/>
          <w:smallCaps w:val="0"/>
          <w:szCs w:val="24"/>
        </w:rPr>
        <w:t>30 godzin</w:t>
      </w:r>
      <w:r w:rsidR="0032426D" w:rsidRPr="00EE69A8">
        <w:rPr>
          <w:rFonts w:ascii="Corbel" w:hAnsi="Corbel" w:cs="Segoe UI"/>
          <w:b w:val="0"/>
          <w:i/>
          <w:smallCaps w:val="0"/>
          <w:szCs w:val="24"/>
        </w:rPr>
        <w:t>om</w:t>
      </w:r>
      <w:r w:rsidR="00C61DC5" w:rsidRPr="00EE69A8">
        <w:rPr>
          <w:rFonts w:ascii="Corbel" w:hAnsi="Corbel" w:cs="Segoe UI"/>
          <w:b w:val="0"/>
          <w:i/>
          <w:smallCaps w:val="0"/>
          <w:szCs w:val="24"/>
        </w:rPr>
        <w:t xml:space="preserve"> całkowitego nakładu pracy studenta.</w:t>
      </w:r>
    </w:p>
    <w:p w14:paraId="42CD002B" w14:textId="77777777" w:rsidR="003E1941" w:rsidRPr="00EE69A8" w:rsidRDefault="003E1941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D8C3F19" w14:textId="77777777" w:rsidR="0085747A" w:rsidRPr="00EE69A8" w:rsidRDefault="0071620A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6. </w:t>
      </w:r>
      <w:r w:rsidR="0085747A" w:rsidRPr="00EE69A8">
        <w:rPr>
          <w:rFonts w:ascii="Corbel" w:hAnsi="Corbel" w:cs="Segoe UI"/>
          <w:smallCaps w:val="0"/>
          <w:szCs w:val="24"/>
        </w:rPr>
        <w:t>PRAKTYKI ZAWO</w:t>
      </w:r>
      <w:r w:rsidR="009D3F3B" w:rsidRPr="00EE69A8">
        <w:rPr>
          <w:rFonts w:ascii="Corbel" w:hAnsi="Corbel" w:cs="Segoe UI"/>
          <w:smallCaps w:val="0"/>
          <w:szCs w:val="24"/>
        </w:rPr>
        <w:t>DOWE W RAMACH PRZEDMIOTU</w:t>
      </w:r>
    </w:p>
    <w:p w14:paraId="185D74E1" w14:textId="77777777" w:rsidR="0085747A" w:rsidRPr="00EE69A8" w:rsidRDefault="0085747A" w:rsidP="009C54AE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85747A" w:rsidRPr="00EE69A8" w14:paraId="564F9426" w14:textId="77777777" w:rsidTr="00670628">
        <w:trPr>
          <w:trHeight w:val="397"/>
        </w:trPr>
        <w:tc>
          <w:tcPr>
            <w:tcW w:w="3544" w:type="dxa"/>
          </w:tcPr>
          <w:p w14:paraId="5459AA90" w14:textId="77777777" w:rsidR="0085747A" w:rsidRPr="00EE69A8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0EF13374" w14:textId="77777777" w:rsidR="0085747A" w:rsidRPr="00EE69A8" w:rsidRDefault="00C27D37" w:rsidP="00C27D3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69A8" w14:paraId="41A153C6" w14:textId="77777777" w:rsidTr="00670628">
        <w:trPr>
          <w:trHeight w:val="397"/>
        </w:trPr>
        <w:tc>
          <w:tcPr>
            <w:tcW w:w="3544" w:type="dxa"/>
          </w:tcPr>
          <w:p w14:paraId="45F359AF" w14:textId="77777777" w:rsidR="0085747A" w:rsidRPr="00EE69A8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23C46D49" w14:textId="77777777" w:rsidR="0085747A" w:rsidRPr="00EE69A8" w:rsidRDefault="00C27D37" w:rsidP="00C27D3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-</w:t>
            </w:r>
          </w:p>
        </w:tc>
      </w:tr>
    </w:tbl>
    <w:p w14:paraId="6517ACFE" w14:textId="77777777" w:rsidR="003E1941" w:rsidRPr="00EE69A8" w:rsidRDefault="003E1941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85472D9" w14:textId="77777777" w:rsidR="00573183" w:rsidRPr="00EE69A8" w:rsidRDefault="00573183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3AC6E239" w14:textId="77777777" w:rsidR="0085747A" w:rsidRPr="00EE69A8" w:rsidRDefault="00675843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7. </w:t>
      </w:r>
      <w:r w:rsidR="0085747A" w:rsidRPr="00EE69A8">
        <w:rPr>
          <w:rFonts w:ascii="Corbel" w:hAnsi="Corbel" w:cs="Segoe UI"/>
          <w:smallCaps w:val="0"/>
          <w:szCs w:val="24"/>
        </w:rPr>
        <w:t>LITERATURA</w:t>
      </w:r>
    </w:p>
    <w:p w14:paraId="7AE1740E" w14:textId="77777777" w:rsidR="00675843" w:rsidRPr="00EE69A8" w:rsidRDefault="00675843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85747A" w:rsidRPr="00EE69A8" w14:paraId="16EF7D91" w14:textId="77777777" w:rsidTr="00670628">
        <w:trPr>
          <w:trHeight w:val="397"/>
        </w:trPr>
        <w:tc>
          <w:tcPr>
            <w:tcW w:w="8080" w:type="dxa"/>
          </w:tcPr>
          <w:p w14:paraId="362E24A3" w14:textId="77777777" w:rsidR="0085747A" w:rsidRPr="00EE69A8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Literatura podstawowa:</w:t>
            </w:r>
          </w:p>
          <w:p w14:paraId="2B5B55AF" w14:textId="77777777" w:rsidR="007E75EC" w:rsidRPr="00360264" w:rsidRDefault="007E75EC" w:rsidP="00360264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Hoffmann </w:t>
            </w:r>
            <w:r w:rsidRPr="00360264">
              <w:rPr>
                <w:rFonts w:ascii="Corbel" w:hAnsi="Corbel" w:cs="Segoe UI"/>
                <w:sz w:val="24"/>
                <w:szCs w:val="24"/>
              </w:rPr>
              <w:t>T.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Wybrane aspekty cyberbezpieczeństwa w Polsce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Poznań 2018.</w:t>
            </w:r>
          </w:p>
          <w:p w14:paraId="69F2EFEA" w14:textId="77777777" w:rsidR="007E75EC" w:rsidRPr="00360264" w:rsidRDefault="007E75EC" w:rsidP="00360264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System bezpieczeństwa w cyberprzestrzeni RP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red. W.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Kitler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, K. Chałubińska-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Jentkiewicz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 xml:space="preserve">, K.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Badźmirowska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-Masłowska, Warszawa 2018.</w:t>
            </w:r>
          </w:p>
          <w:p w14:paraId="11F59F5D" w14:textId="27EADFF1" w:rsidR="00A01D3C" w:rsidRPr="00360264" w:rsidRDefault="007E75EC" w:rsidP="0095195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Ustawa z dnia 5 lipca 2018 r. o krajowym systemie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>
              <w:rPr>
                <w:rFonts w:ascii="Corbel" w:hAnsi="Corbel" w:cs="Segoe UI"/>
                <w:sz w:val="24"/>
                <w:szCs w:val="24"/>
              </w:rPr>
              <w:t xml:space="preserve"> (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Dz.U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. z 2020 r. poz. 1369).</w:t>
            </w:r>
          </w:p>
        </w:tc>
      </w:tr>
      <w:tr w:rsidR="0085747A" w:rsidRPr="00EE69A8" w14:paraId="490F9A1E" w14:textId="77777777" w:rsidTr="00670628">
        <w:trPr>
          <w:trHeight w:val="397"/>
        </w:trPr>
        <w:tc>
          <w:tcPr>
            <w:tcW w:w="8080" w:type="dxa"/>
          </w:tcPr>
          <w:p w14:paraId="7CB0E1CA" w14:textId="77777777" w:rsidR="0085747A" w:rsidRPr="00EE69A8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Literatura uzupełniająca: </w:t>
            </w:r>
          </w:p>
          <w:p w14:paraId="50CEC528" w14:textId="77777777" w:rsidR="00E631AB" w:rsidRDefault="00E631AB" w:rsidP="0095195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Aumasson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J.,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Nowoczesna kryptografia. Praktyczne wprowadzenie do szyfrowania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Warszawa 2018. </w:t>
            </w:r>
          </w:p>
          <w:p w14:paraId="2628D684" w14:textId="77777777" w:rsidR="00E631AB" w:rsidRDefault="00E631AB" w:rsidP="0095195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International Organization for Standardization (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https://www.iso.org/home.html</w:t>
            </w: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).</w:t>
            </w:r>
          </w:p>
          <w:p w14:paraId="6AA6EC6E" w14:textId="07BA5C20" w:rsidR="00E631AB" w:rsidRDefault="00E631AB" w:rsidP="0095195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 xml:space="preserve">National Institute of Standard and Technology 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(</w:t>
            </w:r>
            <w:hyperlink r:id="rId8" w:history="1">
              <w:r w:rsidRPr="00207454">
                <w:rPr>
                  <w:rStyle w:val="Hipercze"/>
                  <w:rFonts w:ascii="Corbel" w:hAnsi="Corbel" w:cs="Segoe UI"/>
                  <w:color w:val="auto"/>
                  <w:sz w:val="24"/>
                  <w:szCs w:val="24"/>
                  <w:u w:val="none"/>
                  <w:lang w:val="en-AU"/>
                </w:rPr>
                <w:t>https://www.nist.gov/</w:t>
              </w:r>
            </w:hyperlink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</w:t>
            </w:r>
          </w:p>
          <w:p w14:paraId="4FC4D6A5" w14:textId="20C91EC4" w:rsidR="00E631AB" w:rsidRDefault="00E631AB" w:rsidP="0095195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 xml:space="preserve">Strategia 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Rzeczypospolitej Polskiej na lata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2019–2024 (M.P. z 30.10.2019 r. poz. 1037).</w:t>
            </w:r>
          </w:p>
          <w:p w14:paraId="01D1C5A0" w14:textId="4D6B5B12" w:rsidR="001076C9" w:rsidRPr="00951957" w:rsidRDefault="00207454" w:rsidP="0095195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Sztuczna inteligencja,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block-chain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cyberbezpieczeństwo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 oraz dane osobowe. Zagadnienia wybrane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="001076C9" w:rsidRPr="00951957">
              <w:rPr>
                <w:rFonts w:ascii="Corbel" w:hAnsi="Corbel" w:cs="Segoe UI"/>
                <w:sz w:val="24"/>
                <w:szCs w:val="24"/>
              </w:rPr>
              <w:t>red. K. Flaga-</w:t>
            </w:r>
            <w:proofErr w:type="spellStart"/>
            <w:r w:rsidR="001076C9" w:rsidRPr="00951957">
              <w:rPr>
                <w:rFonts w:ascii="Corbel" w:hAnsi="Corbel" w:cs="Segoe UI"/>
                <w:sz w:val="24"/>
                <w:szCs w:val="24"/>
              </w:rPr>
              <w:t>Gieruszyńska</w:t>
            </w:r>
            <w:proofErr w:type="spellEnd"/>
            <w:r w:rsidR="001076C9" w:rsidRPr="00951957">
              <w:rPr>
                <w:rFonts w:ascii="Corbel" w:hAnsi="Corbel" w:cs="Segoe UI"/>
                <w:sz w:val="24"/>
                <w:szCs w:val="24"/>
              </w:rPr>
              <w:t xml:space="preserve">, J. </w:t>
            </w:r>
            <w:proofErr w:type="spellStart"/>
            <w:r w:rsidR="001076C9" w:rsidRPr="00951957">
              <w:rPr>
                <w:rFonts w:ascii="Corbel" w:hAnsi="Corbel" w:cs="Segoe UI"/>
                <w:sz w:val="24"/>
                <w:szCs w:val="24"/>
              </w:rPr>
              <w:t>Gołaczyński</w:t>
            </w:r>
            <w:proofErr w:type="spellEnd"/>
            <w:r w:rsidR="001076C9" w:rsidRPr="00951957">
              <w:rPr>
                <w:rFonts w:ascii="Corbel" w:hAnsi="Corbel" w:cs="Segoe UI"/>
                <w:sz w:val="24"/>
                <w:szCs w:val="24"/>
              </w:rPr>
              <w:t>, D.  Szostek, Warszawa 2019.</w:t>
            </w:r>
          </w:p>
          <w:p w14:paraId="108B3F7F" w14:textId="719817D0" w:rsidR="00A01D3C" w:rsidRPr="00EE69A8" w:rsidRDefault="001076C9" w:rsidP="00E631AB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Zetter</w:t>
            </w:r>
            <w:proofErr w:type="spellEnd"/>
            <w:r w:rsidR="00207454" w:rsidRPr="00951957"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="00207454" w:rsidRPr="00951957">
              <w:rPr>
                <w:rFonts w:ascii="Corbel" w:hAnsi="Corbel" w:cs="Segoe UI"/>
                <w:sz w:val="24"/>
                <w:szCs w:val="24"/>
              </w:rPr>
              <w:t>K.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Odliczając do dnia zero.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Stuxnet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czyli prawdziwa historia cyfrowej broni,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Gliwice 2017.</w:t>
            </w:r>
          </w:p>
        </w:tc>
      </w:tr>
    </w:tbl>
    <w:p w14:paraId="76984677" w14:textId="77777777" w:rsidR="0085747A" w:rsidRPr="00EE69A8" w:rsidRDefault="0085747A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5B565D9A" w14:textId="77777777" w:rsidR="00573183" w:rsidRPr="00EE69A8" w:rsidRDefault="00573183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1B51D3DC" w14:textId="77777777" w:rsidR="0085747A" w:rsidRPr="00EE69A8" w:rsidRDefault="0085747A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2D395C84" w14:textId="77777777" w:rsidR="0085747A" w:rsidRPr="00EE69A8" w:rsidRDefault="0085747A" w:rsidP="00F83B28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sectPr w:rsidR="0085747A" w:rsidRPr="00EE69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EDD0E" w14:textId="77777777" w:rsidR="009C0A09" w:rsidRDefault="009C0A09" w:rsidP="00C16ABF">
      <w:pPr>
        <w:spacing w:after="0" w:line="240" w:lineRule="auto"/>
      </w:pPr>
      <w:r>
        <w:separator/>
      </w:r>
    </w:p>
  </w:endnote>
  <w:endnote w:type="continuationSeparator" w:id="0">
    <w:p w14:paraId="0EC1A4A5" w14:textId="77777777" w:rsidR="009C0A09" w:rsidRDefault="009C0A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F3EEA" w14:textId="77777777" w:rsidR="009C0A09" w:rsidRDefault="009C0A09" w:rsidP="00C16ABF">
      <w:pPr>
        <w:spacing w:after="0" w:line="240" w:lineRule="auto"/>
      </w:pPr>
      <w:r>
        <w:separator/>
      </w:r>
    </w:p>
  </w:footnote>
  <w:footnote w:type="continuationSeparator" w:id="0">
    <w:p w14:paraId="3C3081CB" w14:textId="77777777" w:rsidR="009C0A09" w:rsidRDefault="009C0A09" w:rsidP="00C16ABF">
      <w:pPr>
        <w:spacing w:after="0" w:line="240" w:lineRule="auto"/>
      </w:pPr>
      <w:r>
        <w:continuationSeparator/>
      </w:r>
    </w:p>
  </w:footnote>
  <w:footnote w:id="1">
    <w:p w14:paraId="65CD5E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24EA2"/>
    <w:multiLevelType w:val="hybridMultilevel"/>
    <w:tmpl w:val="31F614CC"/>
    <w:lvl w:ilvl="0" w:tplc="A684A07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D0131"/>
    <w:multiLevelType w:val="hybridMultilevel"/>
    <w:tmpl w:val="DAE64676"/>
    <w:lvl w:ilvl="0" w:tplc="A08A76FA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bCs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CD1"/>
    <w:rsid w:val="00004785"/>
    <w:rsid w:val="000048FD"/>
    <w:rsid w:val="000077B4"/>
    <w:rsid w:val="00015B8F"/>
    <w:rsid w:val="00022ECE"/>
    <w:rsid w:val="000369B9"/>
    <w:rsid w:val="00042A51"/>
    <w:rsid w:val="00042D2E"/>
    <w:rsid w:val="00044C82"/>
    <w:rsid w:val="00047760"/>
    <w:rsid w:val="0005368F"/>
    <w:rsid w:val="00056B65"/>
    <w:rsid w:val="00064414"/>
    <w:rsid w:val="00070ED6"/>
    <w:rsid w:val="000742DC"/>
    <w:rsid w:val="00084C12"/>
    <w:rsid w:val="0009462C"/>
    <w:rsid w:val="00094B12"/>
    <w:rsid w:val="00096C46"/>
    <w:rsid w:val="000A100D"/>
    <w:rsid w:val="000A1975"/>
    <w:rsid w:val="000A296F"/>
    <w:rsid w:val="000A2A28"/>
    <w:rsid w:val="000A3CDF"/>
    <w:rsid w:val="000B192D"/>
    <w:rsid w:val="000B28EE"/>
    <w:rsid w:val="000B3C26"/>
    <w:rsid w:val="000B3E37"/>
    <w:rsid w:val="000D04B0"/>
    <w:rsid w:val="000F1C57"/>
    <w:rsid w:val="000F5615"/>
    <w:rsid w:val="001076C9"/>
    <w:rsid w:val="00115367"/>
    <w:rsid w:val="001154ED"/>
    <w:rsid w:val="00116436"/>
    <w:rsid w:val="00124BFF"/>
    <w:rsid w:val="0012560E"/>
    <w:rsid w:val="00127108"/>
    <w:rsid w:val="00134B13"/>
    <w:rsid w:val="001350AF"/>
    <w:rsid w:val="00146BC0"/>
    <w:rsid w:val="00153C41"/>
    <w:rsid w:val="00154381"/>
    <w:rsid w:val="001640A7"/>
    <w:rsid w:val="00164FA7"/>
    <w:rsid w:val="00166A03"/>
    <w:rsid w:val="001718A7"/>
    <w:rsid w:val="001737CF"/>
    <w:rsid w:val="001742E1"/>
    <w:rsid w:val="00176083"/>
    <w:rsid w:val="00192F37"/>
    <w:rsid w:val="001A70D2"/>
    <w:rsid w:val="001D2629"/>
    <w:rsid w:val="001D657B"/>
    <w:rsid w:val="001D7B54"/>
    <w:rsid w:val="001E0209"/>
    <w:rsid w:val="001E667B"/>
    <w:rsid w:val="001F2CA2"/>
    <w:rsid w:val="00204355"/>
    <w:rsid w:val="00207454"/>
    <w:rsid w:val="002144C0"/>
    <w:rsid w:val="0022477D"/>
    <w:rsid w:val="002278A9"/>
    <w:rsid w:val="002301A7"/>
    <w:rsid w:val="00232C4B"/>
    <w:rsid w:val="002336F9"/>
    <w:rsid w:val="0024028F"/>
    <w:rsid w:val="0024190C"/>
    <w:rsid w:val="00244ABC"/>
    <w:rsid w:val="00281FF2"/>
    <w:rsid w:val="002857DE"/>
    <w:rsid w:val="00291567"/>
    <w:rsid w:val="002950CE"/>
    <w:rsid w:val="002A22BF"/>
    <w:rsid w:val="002A2389"/>
    <w:rsid w:val="002A671D"/>
    <w:rsid w:val="002B4D55"/>
    <w:rsid w:val="002B5931"/>
    <w:rsid w:val="002B5EA0"/>
    <w:rsid w:val="002B6119"/>
    <w:rsid w:val="002C1F06"/>
    <w:rsid w:val="002D3375"/>
    <w:rsid w:val="002D73D4"/>
    <w:rsid w:val="002F02A3"/>
    <w:rsid w:val="002F0D47"/>
    <w:rsid w:val="002F4ABE"/>
    <w:rsid w:val="002F56D0"/>
    <w:rsid w:val="003018BA"/>
    <w:rsid w:val="0030395F"/>
    <w:rsid w:val="00305C92"/>
    <w:rsid w:val="00312C4B"/>
    <w:rsid w:val="003151C5"/>
    <w:rsid w:val="00322D6A"/>
    <w:rsid w:val="0032426D"/>
    <w:rsid w:val="003343CF"/>
    <w:rsid w:val="00346FE9"/>
    <w:rsid w:val="0034759A"/>
    <w:rsid w:val="003503F6"/>
    <w:rsid w:val="003530DD"/>
    <w:rsid w:val="00360264"/>
    <w:rsid w:val="00363F78"/>
    <w:rsid w:val="003648CC"/>
    <w:rsid w:val="003A0A5B"/>
    <w:rsid w:val="003A1176"/>
    <w:rsid w:val="003A51A5"/>
    <w:rsid w:val="003C0BAE"/>
    <w:rsid w:val="003D18A9"/>
    <w:rsid w:val="003D6CE2"/>
    <w:rsid w:val="003E1941"/>
    <w:rsid w:val="003E2FE6"/>
    <w:rsid w:val="003E49D5"/>
    <w:rsid w:val="003F205D"/>
    <w:rsid w:val="003F38C0"/>
    <w:rsid w:val="003F5388"/>
    <w:rsid w:val="004066BF"/>
    <w:rsid w:val="00407734"/>
    <w:rsid w:val="00414E3C"/>
    <w:rsid w:val="0041788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4C"/>
    <w:rsid w:val="004A3EEA"/>
    <w:rsid w:val="004A4D1F"/>
    <w:rsid w:val="004A4D98"/>
    <w:rsid w:val="004B4A4D"/>
    <w:rsid w:val="004D5282"/>
    <w:rsid w:val="004F1551"/>
    <w:rsid w:val="004F55A3"/>
    <w:rsid w:val="0050496F"/>
    <w:rsid w:val="005052C4"/>
    <w:rsid w:val="00513B6F"/>
    <w:rsid w:val="00517C63"/>
    <w:rsid w:val="00521AE1"/>
    <w:rsid w:val="005363C4"/>
    <w:rsid w:val="00536BDE"/>
    <w:rsid w:val="00543ACC"/>
    <w:rsid w:val="0056696D"/>
    <w:rsid w:val="00573183"/>
    <w:rsid w:val="00585796"/>
    <w:rsid w:val="0059484D"/>
    <w:rsid w:val="005A0855"/>
    <w:rsid w:val="005A3196"/>
    <w:rsid w:val="005B0A4C"/>
    <w:rsid w:val="005B27FB"/>
    <w:rsid w:val="005C080F"/>
    <w:rsid w:val="005C55E5"/>
    <w:rsid w:val="005C696A"/>
    <w:rsid w:val="005D0D97"/>
    <w:rsid w:val="005E6E85"/>
    <w:rsid w:val="005F31D2"/>
    <w:rsid w:val="0061029B"/>
    <w:rsid w:val="00617230"/>
    <w:rsid w:val="00621CE1"/>
    <w:rsid w:val="0062667D"/>
    <w:rsid w:val="00627FC9"/>
    <w:rsid w:val="00647FA8"/>
    <w:rsid w:val="00650C5F"/>
    <w:rsid w:val="00654934"/>
    <w:rsid w:val="006620D9"/>
    <w:rsid w:val="00667F58"/>
    <w:rsid w:val="00670628"/>
    <w:rsid w:val="00671958"/>
    <w:rsid w:val="00675843"/>
    <w:rsid w:val="00696477"/>
    <w:rsid w:val="006C2192"/>
    <w:rsid w:val="006D050F"/>
    <w:rsid w:val="006D6139"/>
    <w:rsid w:val="006D6D09"/>
    <w:rsid w:val="006E5D65"/>
    <w:rsid w:val="006E7429"/>
    <w:rsid w:val="006F1282"/>
    <w:rsid w:val="006F1FBC"/>
    <w:rsid w:val="006F31E2"/>
    <w:rsid w:val="00706544"/>
    <w:rsid w:val="007072BA"/>
    <w:rsid w:val="0071620A"/>
    <w:rsid w:val="007176DC"/>
    <w:rsid w:val="00724677"/>
    <w:rsid w:val="00725459"/>
    <w:rsid w:val="00731A6A"/>
    <w:rsid w:val="007327BD"/>
    <w:rsid w:val="00734608"/>
    <w:rsid w:val="00745302"/>
    <w:rsid w:val="007461D6"/>
    <w:rsid w:val="00746EC8"/>
    <w:rsid w:val="007569C4"/>
    <w:rsid w:val="00763BF1"/>
    <w:rsid w:val="00766FD4"/>
    <w:rsid w:val="0078168C"/>
    <w:rsid w:val="00787C2A"/>
    <w:rsid w:val="00790E27"/>
    <w:rsid w:val="00797E53"/>
    <w:rsid w:val="007A4022"/>
    <w:rsid w:val="007A6E6E"/>
    <w:rsid w:val="007C3299"/>
    <w:rsid w:val="007C3BCC"/>
    <w:rsid w:val="007C4546"/>
    <w:rsid w:val="007D2321"/>
    <w:rsid w:val="007D6E56"/>
    <w:rsid w:val="007E75EC"/>
    <w:rsid w:val="007F4155"/>
    <w:rsid w:val="0081554D"/>
    <w:rsid w:val="0081707E"/>
    <w:rsid w:val="0082785C"/>
    <w:rsid w:val="00832A9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BBE"/>
    <w:rsid w:val="00925B67"/>
    <w:rsid w:val="009508DF"/>
    <w:rsid w:val="00950DAC"/>
    <w:rsid w:val="00951957"/>
    <w:rsid w:val="00954A07"/>
    <w:rsid w:val="009779D0"/>
    <w:rsid w:val="00997F14"/>
    <w:rsid w:val="009A78D9"/>
    <w:rsid w:val="009A7B3E"/>
    <w:rsid w:val="009B001E"/>
    <w:rsid w:val="009C0A0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673"/>
    <w:rsid w:val="00A01D3C"/>
    <w:rsid w:val="00A071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5DF"/>
    <w:rsid w:val="00A829DA"/>
    <w:rsid w:val="00A84C85"/>
    <w:rsid w:val="00A97DE1"/>
    <w:rsid w:val="00AA60F8"/>
    <w:rsid w:val="00AB053C"/>
    <w:rsid w:val="00AC2820"/>
    <w:rsid w:val="00AD1146"/>
    <w:rsid w:val="00AD27D3"/>
    <w:rsid w:val="00AD66D6"/>
    <w:rsid w:val="00AE1160"/>
    <w:rsid w:val="00AE203C"/>
    <w:rsid w:val="00AE2E74"/>
    <w:rsid w:val="00AE4F38"/>
    <w:rsid w:val="00AE5FCB"/>
    <w:rsid w:val="00AF2C1E"/>
    <w:rsid w:val="00B06142"/>
    <w:rsid w:val="00B135B1"/>
    <w:rsid w:val="00B3130B"/>
    <w:rsid w:val="00B40ADB"/>
    <w:rsid w:val="00B43B77"/>
    <w:rsid w:val="00B43E80"/>
    <w:rsid w:val="00B575B7"/>
    <w:rsid w:val="00B607DB"/>
    <w:rsid w:val="00B66529"/>
    <w:rsid w:val="00B75946"/>
    <w:rsid w:val="00B8056E"/>
    <w:rsid w:val="00B819C8"/>
    <w:rsid w:val="00B82308"/>
    <w:rsid w:val="00B90885"/>
    <w:rsid w:val="00BB1DF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D37"/>
    <w:rsid w:val="00C324C1"/>
    <w:rsid w:val="00C36992"/>
    <w:rsid w:val="00C45252"/>
    <w:rsid w:val="00C56036"/>
    <w:rsid w:val="00C61DC5"/>
    <w:rsid w:val="00C6748C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41A5"/>
    <w:rsid w:val="00D26B2C"/>
    <w:rsid w:val="00D352C9"/>
    <w:rsid w:val="00D425B2"/>
    <w:rsid w:val="00D428D6"/>
    <w:rsid w:val="00D552B2"/>
    <w:rsid w:val="00D608D1"/>
    <w:rsid w:val="00D60D0F"/>
    <w:rsid w:val="00D620A7"/>
    <w:rsid w:val="00D74119"/>
    <w:rsid w:val="00D8075B"/>
    <w:rsid w:val="00D8678B"/>
    <w:rsid w:val="00D93A32"/>
    <w:rsid w:val="00DA2114"/>
    <w:rsid w:val="00DD3E93"/>
    <w:rsid w:val="00DE09C0"/>
    <w:rsid w:val="00DE42F7"/>
    <w:rsid w:val="00DE4A14"/>
    <w:rsid w:val="00DF320D"/>
    <w:rsid w:val="00DF4F82"/>
    <w:rsid w:val="00DF5CA8"/>
    <w:rsid w:val="00DF71C8"/>
    <w:rsid w:val="00E129B8"/>
    <w:rsid w:val="00E21E7D"/>
    <w:rsid w:val="00E22FBC"/>
    <w:rsid w:val="00E24BF5"/>
    <w:rsid w:val="00E25338"/>
    <w:rsid w:val="00E32C1F"/>
    <w:rsid w:val="00E34FD1"/>
    <w:rsid w:val="00E43C63"/>
    <w:rsid w:val="00E51E44"/>
    <w:rsid w:val="00E631AB"/>
    <w:rsid w:val="00E63348"/>
    <w:rsid w:val="00E6750D"/>
    <w:rsid w:val="00E742AA"/>
    <w:rsid w:val="00E77E88"/>
    <w:rsid w:val="00E8107D"/>
    <w:rsid w:val="00E960BB"/>
    <w:rsid w:val="00EA2074"/>
    <w:rsid w:val="00EA3485"/>
    <w:rsid w:val="00EA4832"/>
    <w:rsid w:val="00EA4E9D"/>
    <w:rsid w:val="00EC4899"/>
    <w:rsid w:val="00ED03AB"/>
    <w:rsid w:val="00ED32D2"/>
    <w:rsid w:val="00EE0BE1"/>
    <w:rsid w:val="00EE32DE"/>
    <w:rsid w:val="00EE5457"/>
    <w:rsid w:val="00EE69A8"/>
    <w:rsid w:val="00F070AB"/>
    <w:rsid w:val="00F17567"/>
    <w:rsid w:val="00F26753"/>
    <w:rsid w:val="00F27A7B"/>
    <w:rsid w:val="00F32F26"/>
    <w:rsid w:val="00F41ED1"/>
    <w:rsid w:val="00F526AF"/>
    <w:rsid w:val="00F54193"/>
    <w:rsid w:val="00F54AC9"/>
    <w:rsid w:val="00F565F9"/>
    <w:rsid w:val="00F617C3"/>
    <w:rsid w:val="00F7066B"/>
    <w:rsid w:val="00F7124C"/>
    <w:rsid w:val="00F76C51"/>
    <w:rsid w:val="00F83B28"/>
    <w:rsid w:val="00F974DA"/>
    <w:rsid w:val="00FA46E5"/>
    <w:rsid w:val="00FB7DBA"/>
    <w:rsid w:val="00FC1C25"/>
    <w:rsid w:val="00FC3F45"/>
    <w:rsid w:val="00FD503F"/>
    <w:rsid w:val="00FD7589"/>
    <w:rsid w:val="00FE020B"/>
    <w:rsid w:val="00FF016A"/>
    <w:rsid w:val="00FF067F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6109"/>
  <w15:docId w15:val="{A8146D45-2BEB-4E20-B035-015FC315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01D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01D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01D3C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A01D3C"/>
    <w:rPr>
      <w:rFonts w:eastAsia="Times New Roman"/>
      <w:b/>
      <w:bCs/>
      <w:kern w:val="36"/>
      <w:sz w:val="48"/>
      <w:szCs w:val="48"/>
    </w:rPr>
  </w:style>
  <w:style w:type="character" w:customStyle="1" w:styleId="st">
    <w:name w:val="st"/>
    <w:basedOn w:val="Domylnaczcionkaakapitu"/>
    <w:rsid w:val="00A01D3C"/>
  </w:style>
  <w:style w:type="character" w:customStyle="1" w:styleId="large">
    <w:name w:val="large"/>
    <w:basedOn w:val="Domylnaczcionkaakapitu"/>
    <w:rsid w:val="00A01D3C"/>
  </w:style>
  <w:style w:type="character" w:styleId="Odwoaniedokomentarza">
    <w:name w:val="annotation reference"/>
    <w:basedOn w:val="Domylnaczcionkaakapitu"/>
    <w:uiPriority w:val="99"/>
    <w:semiHidden/>
    <w:unhideWhenUsed/>
    <w:rsid w:val="00407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7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73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7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73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st.gov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B42447-371A-4DBC-9DFC-5D0FC90BD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790FD8-1DFD-4D0D-9558-A51BDC89F185}"/>
</file>

<file path=customXml/itemProps3.xml><?xml version="1.0" encoding="utf-8"?>
<ds:datastoreItem xmlns:ds="http://schemas.openxmlformats.org/officeDocument/2006/customXml" ds:itemID="{7DCB8B37-20AF-4284-8586-D976D1D15498}"/>
</file>

<file path=customXml/itemProps4.xml><?xml version="1.0" encoding="utf-8"?>
<ds:datastoreItem xmlns:ds="http://schemas.openxmlformats.org/officeDocument/2006/customXml" ds:itemID="{6FB27DB7-EAC3-41DD-B73E-F6FBAA4F9FF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2</cp:revision>
  <cp:lastPrinted>2019-02-06T12:12:00Z</cp:lastPrinted>
  <dcterms:created xsi:type="dcterms:W3CDTF">2021-11-23T21:07:00Z</dcterms:created>
  <dcterms:modified xsi:type="dcterms:W3CDTF">2021-11-23T21:07:00Z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